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82D43" w14:textId="6B33E3A9" w:rsidR="005D6989" w:rsidRDefault="00C21076" w:rsidP="005D6989">
      <w:pPr>
        <w:spacing w:after="240"/>
        <w:jc w:val="center"/>
        <w:rPr>
          <w:rFonts w:asciiTheme="minorHAnsi" w:eastAsiaTheme="minorEastAsia" w:hAnsiTheme="minorHAnsi" w:cstheme="minorBidi"/>
          <w:b/>
          <w:lang w:eastAsia="it-IT"/>
        </w:rPr>
      </w:pPr>
      <w:bookmarkStart w:id="0" w:name="_Hlk89267291"/>
      <w:r w:rsidRPr="005D6989">
        <w:rPr>
          <w:rFonts w:asciiTheme="minorHAnsi" w:eastAsiaTheme="minorEastAsia" w:hAnsiTheme="minorHAnsi" w:cstheme="minorBidi"/>
          <w:b/>
          <w:u w:val="single"/>
          <w:lang w:eastAsia="it-IT"/>
        </w:rPr>
        <w:t>ALLEGATO N. 1</w:t>
      </w:r>
    </w:p>
    <w:p w14:paraId="2E2D22AD" w14:textId="1D676951" w:rsidR="006427B4" w:rsidRDefault="00E23DD6" w:rsidP="7001F349">
      <w:pPr>
        <w:spacing w:after="120"/>
        <w:jc w:val="center"/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</w:pPr>
      <w:r w:rsidRPr="7001F349"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  <w:t>D</w:t>
      </w:r>
      <w:r w:rsidR="00C21076" w:rsidRPr="7001F349"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  <w:t xml:space="preserve">omanda di </w:t>
      </w:r>
      <w:r w:rsidR="00113139" w:rsidRPr="7001F349"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  <w:t xml:space="preserve">partecipazione </w:t>
      </w:r>
      <w:r w:rsidR="00577D2C" w:rsidRPr="7001F349"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  <w:t xml:space="preserve">al </w:t>
      </w:r>
      <w:r w:rsidR="77310A9B" w:rsidRPr="7001F349"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  <w:t>“</w:t>
      </w:r>
      <w:r w:rsidR="0074333A" w:rsidRPr="7001F349"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  <w:t xml:space="preserve">Premio </w:t>
      </w:r>
      <w:r w:rsidR="00E10FC4" w:rsidRPr="7001F349"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  <w:t xml:space="preserve">letterario </w:t>
      </w:r>
      <w:proofErr w:type="spellStart"/>
      <w:r w:rsidR="0074333A" w:rsidRPr="7001F349"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  <w:t>Mondofuturo</w:t>
      </w:r>
      <w:proofErr w:type="spellEnd"/>
      <w:r w:rsidR="0074333A" w:rsidRPr="7001F349">
        <w:rPr>
          <w:rFonts w:asciiTheme="minorHAnsi" w:eastAsiaTheme="minorEastAsia" w:hAnsiTheme="minorHAnsi" w:cstheme="minorBidi"/>
          <w:b/>
          <w:bCs/>
          <w:i/>
          <w:iCs/>
          <w:lang w:eastAsia="it-IT"/>
        </w:rPr>
        <w:t xml:space="preserve">” </w:t>
      </w:r>
    </w:p>
    <w:p w14:paraId="0226CDED" w14:textId="202BCEFD" w:rsidR="00F1093D" w:rsidRDefault="00F42973" w:rsidP="006427B4">
      <w:pPr>
        <w:spacing w:after="120"/>
        <w:jc w:val="center"/>
        <w:rPr>
          <w:rFonts w:cs="Calibri"/>
          <w:b/>
          <w:bCs/>
          <w:i/>
          <w:iCs/>
        </w:rPr>
      </w:pPr>
      <w:bookmarkStart w:id="1" w:name="_Hlk163667484"/>
      <w:r w:rsidRPr="00F42973">
        <w:rPr>
          <w:rFonts w:cs="Calibri"/>
          <w:b/>
          <w:bCs/>
          <w:i/>
          <w:iCs/>
        </w:rPr>
        <w:t>–</w:t>
      </w:r>
      <w:r w:rsidR="00577D2C">
        <w:rPr>
          <w:rFonts w:cs="Calibri"/>
          <w:b/>
          <w:bCs/>
          <w:i/>
          <w:iCs/>
        </w:rPr>
        <w:t xml:space="preserve"> </w:t>
      </w:r>
      <w:r w:rsidR="00DB1B5E">
        <w:rPr>
          <w:rFonts w:cs="Calibri"/>
          <w:b/>
          <w:bCs/>
          <w:i/>
          <w:iCs/>
        </w:rPr>
        <w:t>I</w:t>
      </w:r>
      <w:r>
        <w:rPr>
          <w:rFonts w:cs="Calibri"/>
          <w:b/>
          <w:bCs/>
          <w:i/>
          <w:iCs/>
        </w:rPr>
        <w:t>I</w:t>
      </w:r>
      <w:r w:rsidR="00577D2C" w:rsidRPr="00577D2C">
        <w:rPr>
          <w:rFonts w:cs="Calibri"/>
          <w:b/>
          <w:bCs/>
          <w:i/>
          <w:iCs/>
        </w:rPr>
        <w:t xml:space="preserve"> edizione</w:t>
      </w:r>
      <w:r w:rsidR="00577D2C">
        <w:rPr>
          <w:rFonts w:cs="Calibri"/>
          <w:b/>
          <w:bCs/>
          <w:i/>
          <w:iCs/>
        </w:rPr>
        <w:t xml:space="preserve"> </w:t>
      </w:r>
      <w:r w:rsidR="00895D41">
        <w:rPr>
          <w:rFonts w:cs="Calibri"/>
          <w:b/>
          <w:bCs/>
          <w:i/>
          <w:iCs/>
        </w:rPr>
        <w:t>–</w:t>
      </w:r>
    </w:p>
    <w:bookmarkEnd w:id="1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F1093D" w14:paraId="14B1309B" w14:textId="77777777" w:rsidTr="7001F349">
        <w:tc>
          <w:tcPr>
            <w:tcW w:w="4868" w:type="dxa"/>
          </w:tcPr>
          <w:p w14:paraId="50E2E41B" w14:textId="77777777" w:rsidR="00F1093D" w:rsidRDefault="00F1093D" w:rsidP="00F1093D">
            <w:pPr>
              <w:spacing w:after="120"/>
              <w:jc w:val="center"/>
              <w:rPr>
                <w:rFonts w:asciiTheme="minorHAnsi" w:eastAsiaTheme="minorEastAsia" w:hAnsiTheme="minorHAnsi" w:cstheme="minorBidi"/>
                <w:b/>
                <w:i/>
                <w:lang w:eastAsia="it-IT"/>
              </w:rPr>
            </w:pPr>
          </w:p>
        </w:tc>
        <w:tc>
          <w:tcPr>
            <w:tcW w:w="4868" w:type="dxa"/>
          </w:tcPr>
          <w:p w14:paraId="555FCDEB" w14:textId="77777777" w:rsidR="0074333A" w:rsidRDefault="00F1093D" w:rsidP="00F1093D">
            <w:pPr>
              <w:spacing w:after="120"/>
              <w:rPr>
                <w:rFonts w:asciiTheme="minorHAnsi" w:eastAsiaTheme="minorEastAsia" w:hAnsiTheme="minorHAnsi" w:cstheme="minorBidi"/>
                <w:bCs/>
                <w:iCs/>
                <w:lang w:eastAsia="it-IT"/>
              </w:rPr>
            </w:pPr>
            <w:r w:rsidRPr="00F1093D">
              <w:rPr>
                <w:rFonts w:asciiTheme="minorHAnsi" w:eastAsiaTheme="minorEastAsia" w:hAnsiTheme="minorHAnsi" w:cstheme="minorBidi"/>
                <w:bCs/>
                <w:iCs/>
                <w:lang w:eastAsia="it-IT"/>
              </w:rPr>
              <w:t>Spett.le</w:t>
            </w:r>
            <w:r>
              <w:rPr>
                <w:rFonts w:asciiTheme="minorHAnsi" w:eastAsiaTheme="minorEastAsia" w:hAnsiTheme="minorHAnsi" w:cstheme="minorBidi"/>
                <w:bCs/>
                <w:iCs/>
                <w:lang w:eastAsia="it-IT"/>
              </w:rPr>
              <w:t xml:space="preserve"> </w:t>
            </w:r>
          </w:p>
          <w:p w14:paraId="38487FC0" w14:textId="0B54F5A1" w:rsidR="00F1093D" w:rsidRDefault="00F1093D" w:rsidP="00F1093D">
            <w:pPr>
              <w:spacing w:after="120"/>
              <w:rPr>
                <w:rFonts w:asciiTheme="minorHAnsi" w:eastAsiaTheme="minorEastAsia" w:hAnsiTheme="minorHAnsi" w:cstheme="minorBidi"/>
                <w:bCs/>
                <w:iCs/>
                <w:lang w:eastAsia="it-IT"/>
              </w:rPr>
            </w:pPr>
            <w:r w:rsidRPr="7001F349">
              <w:rPr>
                <w:rFonts w:asciiTheme="minorHAnsi" w:eastAsiaTheme="minorEastAsia" w:hAnsiTheme="minorHAnsi" w:cstheme="minorBidi"/>
                <w:lang w:eastAsia="it-IT"/>
              </w:rPr>
              <w:t xml:space="preserve">Area di </w:t>
            </w:r>
            <w:r w:rsidR="008B2C75" w:rsidRPr="7001F349">
              <w:rPr>
                <w:rFonts w:asciiTheme="minorHAnsi" w:eastAsiaTheme="minorEastAsia" w:hAnsiTheme="minorHAnsi" w:cstheme="minorBidi"/>
                <w:lang w:eastAsia="it-IT"/>
              </w:rPr>
              <w:t xml:space="preserve">Ricerca Scientifica </w:t>
            </w:r>
            <w:r w:rsidRPr="7001F349">
              <w:rPr>
                <w:rFonts w:asciiTheme="minorHAnsi" w:eastAsiaTheme="minorEastAsia" w:hAnsiTheme="minorHAnsi" w:cstheme="minorBidi"/>
                <w:lang w:eastAsia="it-IT"/>
              </w:rPr>
              <w:t xml:space="preserve">e </w:t>
            </w:r>
            <w:r w:rsidR="008B2C75" w:rsidRPr="7001F349">
              <w:rPr>
                <w:rFonts w:asciiTheme="minorHAnsi" w:eastAsiaTheme="minorEastAsia" w:hAnsiTheme="minorHAnsi" w:cstheme="minorBidi"/>
                <w:lang w:eastAsia="it-IT"/>
              </w:rPr>
              <w:t xml:space="preserve">Tecnologica </w:t>
            </w:r>
            <w:r w:rsidRPr="7001F349">
              <w:rPr>
                <w:rFonts w:asciiTheme="minorHAnsi" w:eastAsiaTheme="minorEastAsia" w:hAnsiTheme="minorHAnsi" w:cstheme="minorBidi"/>
                <w:lang w:eastAsia="it-IT"/>
              </w:rPr>
              <w:t>di Trieste – Area Science Park</w:t>
            </w:r>
          </w:p>
          <w:p w14:paraId="053C9DCB" w14:textId="0EC44F3A" w:rsidR="63AE3164" w:rsidRDefault="63AE3164" w:rsidP="7001F349">
            <w:pPr>
              <w:spacing w:before="120" w:after="0"/>
              <w:rPr>
                <w:rFonts w:asciiTheme="minorHAnsi" w:eastAsiaTheme="minorEastAsia" w:hAnsiTheme="minorHAnsi" w:cstheme="minorBidi"/>
                <w:highlight w:val="lightGray"/>
                <w:lang w:eastAsia="it-IT"/>
              </w:rPr>
            </w:pPr>
            <w:r w:rsidRPr="7001F349">
              <w:rPr>
                <w:rFonts w:asciiTheme="minorHAnsi" w:eastAsiaTheme="minorEastAsia" w:hAnsiTheme="minorHAnsi" w:cstheme="minorBidi"/>
                <w:highlight w:val="lightGray"/>
                <w:lang w:eastAsia="it-IT"/>
              </w:rPr>
              <w:t>Ufficio Comunicazione</w:t>
            </w:r>
          </w:p>
          <w:p w14:paraId="46BEBA4C" w14:textId="762DB0E7" w:rsidR="00F1093D" w:rsidRPr="00093E0C" w:rsidRDefault="00F1093D" w:rsidP="00093E0C">
            <w:pPr>
              <w:spacing w:before="120" w:after="0"/>
            </w:pPr>
            <w:r>
              <w:rPr>
                <w:rFonts w:asciiTheme="minorHAnsi" w:eastAsiaTheme="minorEastAsia" w:hAnsiTheme="minorHAnsi" w:cstheme="minorBidi"/>
                <w:bCs/>
                <w:iCs/>
                <w:lang w:eastAsia="it-IT"/>
              </w:rPr>
              <w:t>Solo via PEC</w:t>
            </w:r>
            <w:r w:rsidR="008B2C75">
              <w:rPr>
                <w:rFonts w:asciiTheme="minorHAnsi" w:eastAsiaTheme="minorEastAsia" w:hAnsiTheme="minorHAnsi" w:cstheme="minorBidi"/>
                <w:bCs/>
                <w:iCs/>
                <w:lang w:eastAsia="it-IT"/>
              </w:rPr>
              <w:t>:</w:t>
            </w:r>
            <w:r>
              <w:rPr>
                <w:rFonts w:asciiTheme="minorHAnsi" w:eastAsiaTheme="minorEastAsia" w:hAnsiTheme="minorHAnsi" w:cstheme="minorBidi"/>
                <w:bCs/>
                <w:iCs/>
                <w:lang w:eastAsia="it-IT"/>
              </w:rPr>
              <w:t xml:space="preserve"> </w:t>
            </w:r>
            <w:hyperlink r:id="rId11" w:history="1">
              <w:r w:rsidRPr="00126BBB">
                <w:rPr>
                  <w:rFonts w:asciiTheme="minorHAnsi" w:eastAsiaTheme="minorEastAsia" w:hAnsiTheme="minorHAnsi" w:cstheme="minorBidi"/>
                  <w:color w:val="0000FF"/>
                  <w:u w:val="single"/>
                  <w:lang w:eastAsia="it-IT"/>
                </w:rPr>
                <w:t>protocollo@pec.areasciencepark.it</w:t>
              </w:r>
            </w:hyperlink>
          </w:p>
          <w:p w14:paraId="49E2D3AE" w14:textId="77777777" w:rsidR="00F1093D" w:rsidRDefault="00F1093D" w:rsidP="00F1093D">
            <w:pPr>
              <w:spacing w:after="120"/>
              <w:rPr>
                <w:rFonts w:asciiTheme="minorHAnsi" w:eastAsiaTheme="minorEastAsia" w:hAnsiTheme="minorHAnsi" w:cstheme="minorBidi"/>
                <w:bCs/>
                <w:iCs/>
                <w:lang w:eastAsia="it-IT"/>
              </w:rPr>
            </w:pPr>
          </w:p>
          <w:p w14:paraId="2B55C69D" w14:textId="53C08869" w:rsidR="00F1093D" w:rsidRPr="00F1093D" w:rsidRDefault="00F1093D" w:rsidP="7001F349">
            <w:pPr>
              <w:spacing w:after="120"/>
              <w:contextualSpacing/>
              <w:rPr>
                <w:rFonts w:asciiTheme="minorHAnsi" w:eastAsiaTheme="minorEastAsia" w:hAnsiTheme="minorHAnsi" w:cstheme="minorBidi"/>
                <w:lang w:eastAsia="it-IT"/>
              </w:rPr>
            </w:pPr>
            <w:r w:rsidRPr="7001F349">
              <w:rPr>
                <w:rFonts w:asciiTheme="minorHAnsi" w:eastAsiaTheme="minorEastAsia" w:hAnsiTheme="minorHAnsi" w:cstheme="minorBidi"/>
                <w:lang w:eastAsia="it-IT"/>
              </w:rPr>
              <w:t>c.a.</w:t>
            </w:r>
            <w:r w:rsidR="0074333A" w:rsidRPr="7001F349">
              <w:rPr>
                <w:rFonts w:asciiTheme="minorHAnsi" w:eastAsiaTheme="minorEastAsia" w:hAnsiTheme="minorHAnsi" w:cstheme="minorBidi"/>
                <w:lang w:eastAsia="it-IT"/>
              </w:rPr>
              <w:t xml:space="preserve"> </w:t>
            </w:r>
            <w:r w:rsidR="67900056" w:rsidRPr="7001F349">
              <w:rPr>
                <w:rFonts w:asciiTheme="minorHAnsi" w:eastAsiaTheme="minorEastAsia" w:hAnsiTheme="minorHAnsi" w:cstheme="minorBidi"/>
                <w:highlight w:val="lightGray"/>
                <w:lang w:eastAsia="it-IT"/>
              </w:rPr>
              <w:t>Francesca Iannelli</w:t>
            </w:r>
          </w:p>
        </w:tc>
      </w:tr>
    </w:tbl>
    <w:p w14:paraId="3093E527" w14:textId="77777777" w:rsidR="00895D41" w:rsidRDefault="00895D41" w:rsidP="004D11C9">
      <w:pPr>
        <w:spacing w:after="120"/>
        <w:jc w:val="both"/>
        <w:rPr>
          <w:rFonts w:asciiTheme="minorHAnsi" w:eastAsiaTheme="minorEastAsia" w:hAnsiTheme="minorHAnsi" w:cstheme="minorBidi"/>
          <w:lang w:eastAsia="it-IT"/>
        </w:rPr>
      </w:pPr>
    </w:p>
    <w:p w14:paraId="53247775" w14:textId="1DCC6BE6" w:rsidR="00FC622E" w:rsidRDefault="00C21076" w:rsidP="004D11C9">
      <w:pPr>
        <w:spacing w:after="120"/>
        <w:jc w:val="both"/>
        <w:rPr>
          <w:rFonts w:asciiTheme="minorHAnsi" w:eastAsiaTheme="minorEastAsia" w:hAnsiTheme="minorHAnsi" w:cstheme="minorBidi"/>
          <w:lang w:eastAsia="it-IT"/>
        </w:rPr>
      </w:pPr>
      <w:bookmarkStart w:id="2" w:name="_Hlk163667513"/>
      <w:r w:rsidRPr="00126BBB">
        <w:rPr>
          <w:rFonts w:asciiTheme="minorHAnsi" w:eastAsiaTheme="minorEastAsia" w:hAnsiTheme="minorHAnsi" w:cstheme="minorBidi"/>
          <w:lang w:eastAsia="it-IT"/>
        </w:rPr>
        <w:t>Il/La sottoscritto/a (</w:t>
      </w:r>
      <w:r w:rsidRPr="00FC622E">
        <w:rPr>
          <w:rFonts w:asciiTheme="minorHAnsi" w:eastAsiaTheme="minorEastAsia" w:hAnsiTheme="minorHAnsi" w:cstheme="minorBidi"/>
          <w:i/>
          <w:iCs/>
          <w:lang w:eastAsia="it-IT"/>
        </w:rPr>
        <w:t>nome e cognome</w:t>
      </w:r>
      <w:r w:rsidRPr="00126BBB">
        <w:rPr>
          <w:rFonts w:asciiTheme="minorHAnsi" w:eastAsiaTheme="minorEastAsia" w:hAnsiTheme="minorHAnsi" w:cstheme="minorBidi"/>
          <w:lang w:eastAsia="it-IT"/>
        </w:rPr>
        <w:t xml:space="preserve">) </w:t>
      </w:r>
      <w:r w:rsidR="00E23DD6">
        <w:rPr>
          <w:rFonts w:asciiTheme="minorHAnsi" w:eastAsiaTheme="minorEastAsia" w:hAnsiTheme="minorHAnsi" w:cstheme="minorBidi"/>
          <w:lang w:eastAsia="it-IT"/>
        </w:rPr>
        <w:t>_________________________________________________________</w:t>
      </w:r>
    </w:p>
    <w:bookmarkEnd w:id="2"/>
    <w:p w14:paraId="2C7CB399" w14:textId="227B79E4" w:rsidR="009B0C66" w:rsidRDefault="00FC622E" w:rsidP="009B0C66">
      <w:pPr>
        <w:spacing w:after="120"/>
        <w:jc w:val="both"/>
      </w:pPr>
      <w:r w:rsidRPr="00FC622E">
        <w:t xml:space="preserve">nato/a </w:t>
      </w:r>
      <w:proofErr w:type="spellStart"/>
      <w:r w:rsidRPr="00FC622E">
        <w:t>a</w:t>
      </w:r>
      <w:proofErr w:type="spellEnd"/>
      <w:r w:rsidRPr="00FC622E">
        <w:t xml:space="preserve"> ________________________</w:t>
      </w:r>
      <w:r w:rsidR="009B0C66">
        <w:t xml:space="preserve">____ </w:t>
      </w:r>
      <w:r>
        <w:t>pro</w:t>
      </w:r>
      <w:r w:rsidRPr="00FC622E">
        <w:t>v</w:t>
      </w:r>
      <w:r w:rsidR="009B0C66">
        <w:t>.</w:t>
      </w:r>
      <w:r w:rsidRPr="00FC622E">
        <w:t xml:space="preserve"> _____ il _______</w:t>
      </w:r>
      <w:r w:rsidR="009B0C66">
        <w:t>_______</w:t>
      </w:r>
      <w:r>
        <w:t xml:space="preserve">, </w:t>
      </w:r>
      <w:r w:rsidR="009B0C66" w:rsidRPr="009B0C66">
        <w:t>codice fiscale</w:t>
      </w:r>
      <w:r w:rsidR="009B0C66">
        <w:t xml:space="preserve"> _______________, </w:t>
      </w:r>
      <w:r w:rsidRPr="00FC622E">
        <w:t xml:space="preserve">residente in </w:t>
      </w:r>
      <w:r>
        <w:t>V</w:t>
      </w:r>
      <w:r w:rsidRPr="00FC622E">
        <w:t xml:space="preserve">ia ____________________ n°___ Città __________________________ </w:t>
      </w:r>
      <w:r>
        <w:t>p</w:t>
      </w:r>
      <w:r w:rsidRPr="00FC622E">
        <w:t>rov</w:t>
      </w:r>
      <w:r w:rsidR="009B0C66">
        <w:t>.</w:t>
      </w:r>
      <w:r w:rsidRPr="00FC622E">
        <w:t xml:space="preserve"> </w:t>
      </w:r>
      <w:r w:rsidR="009B0C66" w:rsidRPr="00FC622E">
        <w:t>_____</w:t>
      </w:r>
      <w:r w:rsidR="009B0C66">
        <w:t xml:space="preserve"> </w:t>
      </w:r>
      <w:r w:rsidRPr="00FC622E">
        <w:t>CAP ______</w:t>
      </w:r>
      <w:r>
        <w:t xml:space="preserve">, </w:t>
      </w:r>
    </w:p>
    <w:p w14:paraId="69B4B944" w14:textId="6C6CFEED" w:rsidR="009B0C66" w:rsidRDefault="009B0C66" w:rsidP="009B0C66">
      <w:pPr>
        <w:spacing w:after="120"/>
        <w:jc w:val="both"/>
      </w:pPr>
      <w:r>
        <w:t>in qualità di (</w:t>
      </w:r>
      <w:r w:rsidRPr="00FC622E">
        <w:rPr>
          <w:i/>
          <w:iCs/>
        </w:rPr>
        <w:t>barrare l’opzione che interessa</w:t>
      </w:r>
      <w:r>
        <w:t>):</w:t>
      </w:r>
    </w:p>
    <w:p w14:paraId="607F7668" w14:textId="174E956A" w:rsidR="00F174E0" w:rsidRPr="009B0C66" w:rsidRDefault="00F174E0" w:rsidP="00F174E0">
      <w:pPr>
        <w:numPr>
          <w:ilvl w:val="0"/>
          <w:numId w:val="6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left="425" w:hanging="425"/>
        <w:jc w:val="both"/>
        <w:rPr>
          <w:rFonts w:cs="Calibri"/>
        </w:rPr>
      </w:pPr>
      <w:r w:rsidRPr="00F174E0">
        <w:rPr>
          <w:rFonts w:cs="Calibri"/>
          <w:b/>
          <w:bCs/>
          <w:u w:val="single"/>
        </w:rPr>
        <w:t>legale rappresentante della Casa editrice</w:t>
      </w:r>
      <w:r>
        <w:rPr>
          <w:rFonts w:cs="Calibri"/>
        </w:rPr>
        <w:t xml:space="preserve"> </w:t>
      </w:r>
      <w:r w:rsidRPr="009B0C66">
        <w:rPr>
          <w:rFonts w:cs="Calibri"/>
        </w:rPr>
        <w:t>(</w:t>
      </w:r>
      <w:r w:rsidRPr="009B0C66">
        <w:rPr>
          <w:rFonts w:cs="Calibri"/>
          <w:i/>
          <w:iCs/>
        </w:rPr>
        <w:t>ragione sociale)</w:t>
      </w:r>
      <w:r>
        <w:rPr>
          <w:rFonts w:cs="Calibri"/>
        </w:rPr>
        <w:t xml:space="preserve"> ____________________________________</w:t>
      </w:r>
    </w:p>
    <w:p w14:paraId="17D0C054" w14:textId="3CC6B82F" w:rsidR="00F174E0" w:rsidRDefault="00F174E0" w:rsidP="00F174E0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left="425"/>
        <w:jc w:val="both"/>
        <w:rPr>
          <w:rFonts w:cs="Calibri"/>
        </w:rPr>
      </w:pPr>
      <w:r>
        <w:rPr>
          <w:rFonts w:cs="Calibri"/>
        </w:rPr>
        <w:t xml:space="preserve">con </w:t>
      </w:r>
      <w:r w:rsidRPr="009B0C66">
        <w:rPr>
          <w:rFonts w:cs="Calibri"/>
        </w:rPr>
        <w:t xml:space="preserve">sede legale </w:t>
      </w:r>
      <w:r>
        <w:rPr>
          <w:rFonts w:cs="Calibri"/>
        </w:rPr>
        <w:t>in</w:t>
      </w:r>
      <w:r w:rsidRPr="009B0C66">
        <w:rPr>
          <w:rFonts w:cs="Calibri"/>
        </w:rPr>
        <w:t xml:space="preserve"> Via </w:t>
      </w:r>
      <w:r w:rsidRPr="00FC622E">
        <w:rPr>
          <w:rFonts w:cs="Calibri"/>
        </w:rPr>
        <w:t>___________</w:t>
      </w:r>
      <w:r>
        <w:rPr>
          <w:rFonts w:cs="Calibri"/>
        </w:rPr>
        <w:t>____</w:t>
      </w:r>
      <w:r w:rsidRPr="00FC622E">
        <w:rPr>
          <w:rFonts w:cs="Calibri"/>
        </w:rPr>
        <w:t xml:space="preserve">_________ n°___ Città __________________________ </w:t>
      </w:r>
      <w:r w:rsidRPr="009B0C66">
        <w:rPr>
          <w:rFonts w:cs="Calibri"/>
        </w:rPr>
        <w:t>p</w:t>
      </w:r>
      <w:r w:rsidRPr="00FC622E">
        <w:rPr>
          <w:rFonts w:cs="Calibri"/>
        </w:rPr>
        <w:t>rov</w:t>
      </w:r>
      <w:r w:rsidRPr="009B0C66">
        <w:rPr>
          <w:rFonts w:cs="Calibri"/>
        </w:rPr>
        <w:t>.</w:t>
      </w:r>
      <w:r w:rsidRPr="00FC622E">
        <w:rPr>
          <w:rFonts w:cs="Calibri"/>
        </w:rPr>
        <w:t xml:space="preserve"> _____</w:t>
      </w:r>
      <w:r w:rsidRPr="009B0C66">
        <w:rPr>
          <w:rFonts w:cs="Calibri"/>
        </w:rPr>
        <w:t xml:space="preserve"> </w:t>
      </w:r>
      <w:r w:rsidRPr="00FC622E">
        <w:rPr>
          <w:rFonts w:cs="Calibri"/>
        </w:rPr>
        <w:t>CAP ______</w:t>
      </w:r>
      <w:r>
        <w:rPr>
          <w:rFonts w:cs="Calibri"/>
        </w:rPr>
        <w:t xml:space="preserve">, </w:t>
      </w:r>
      <w:r w:rsidRPr="009B0C66">
        <w:rPr>
          <w:rFonts w:cs="Calibri"/>
        </w:rPr>
        <w:t>codice fiscale</w:t>
      </w:r>
      <w:r w:rsidR="00742A2B">
        <w:rPr>
          <w:rFonts w:cs="Calibri"/>
        </w:rPr>
        <w:t>/</w:t>
      </w:r>
      <w:r w:rsidRPr="009B0C66">
        <w:rPr>
          <w:rFonts w:cs="Calibri"/>
        </w:rPr>
        <w:t xml:space="preserve">P.  I.V.A. </w:t>
      </w:r>
      <w:r>
        <w:rPr>
          <w:rFonts w:cs="Calibri"/>
        </w:rPr>
        <w:t xml:space="preserve">_______________________ </w:t>
      </w:r>
      <w:r w:rsidRPr="00F174E0">
        <w:rPr>
          <w:rFonts w:cs="Calibri"/>
        </w:rPr>
        <w:t xml:space="preserve">numero iscrizione Registro delle Imprese ________________, </w:t>
      </w:r>
      <w:r>
        <w:rPr>
          <w:rFonts w:cs="Calibri"/>
        </w:rPr>
        <w:t>p</w:t>
      </w:r>
      <w:r w:rsidRPr="009B0C66">
        <w:rPr>
          <w:rFonts w:cs="Calibri"/>
        </w:rPr>
        <w:t xml:space="preserve">resso </w:t>
      </w:r>
      <w:r>
        <w:rPr>
          <w:rFonts w:cs="Calibri"/>
        </w:rPr>
        <w:t xml:space="preserve">la </w:t>
      </w:r>
      <w:r w:rsidRPr="009B0C66">
        <w:rPr>
          <w:rFonts w:cs="Calibri"/>
        </w:rPr>
        <w:t xml:space="preserve">Camera di Commercio di </w:t>
      </w:r>
      <w:r>
        <w:rPr>
          <w:rFonts w:cs="Calibri"/>
        </w:rPr>
        <w:t>_________________________________</w:t>
      </w:r>
      <w:r w:rsidRPr="009B0C66">
        <w:rPr>
          <w:rFonts w:cs="Calibri"/>
        </w:rPr>
        <w:t xml:space="preserve"> </w:t>
      </w:r>
    </w:p>
    <w:p w14:paraId="14EE508C" w14:textId="13A09CFD" w:rsidR="00F174E0" w:rsidRPr="009B0C66" w:rsidRDefault="00F174E0" w:rsidP="005B5A3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left="425"/>
        <w:jc w:val="both"/>
        <w:rPr>
          <w:rFonts w:cs="Calibri"/>
        </w:rPr>
      </w:pPr>
      <w:r>
        <w:rPr>
          <w:rFonts w:cs="Calibri"/>
        </w:rPr>
        <w:tab/>
      </w:r>
      <w:r w:rsidR="005B5A3C">
        <w:rPr>
          <w:rFonts w:cs="Calibri"/>
        </w:rPr>
        <w:t>Nome e cognome r</w:t>
      </w:r>
      <w:r w:rsidRPr="009B0C66">
        <w:rPr>
          <w:rFonts w:cs="Calibri"/>
        </w:rPr>
        <w:t xml:space="preserve">eferente operativo: </w:t>
      </w:r>
      <w:r w:rsidRPr="00FC622E">
        <w:rPr>
          <w:rFonts w:cs="Calibri"/>
        </w:rPr>
        <w:t>_________________________________</w:t>
      </w:r>
      <w:r w:rsidRPr="009B0C66">
        <w:rPr>
          <w:rFonts w:cs="Calibri"/>
        </w:rPr>
        <w:t xml:space="preserve"> tel</w:t>
      </w:r>
      <w:r>
        <w:rPr>
          <w:rFonts w:cs="Calibri"/>
        </w:rPr>
        <w:t>.</w:t>
      </w:r>
      <w:r w:rsidRPr="009B0C66">
        <w:rPr>
          <w:rFonts w:cs="Calibri"/>
        </w:rPr>
        <w:t xml:space="preserve"> </w:t>
      </w:r>
      <w:r w:rsidRPr="00FC622E">
        <w:t>________</w:t>
      </w:r>
      <w:r w:rsidR="005B5A3C">
        <w:t>__</w:t>
      </w:r>
      <w:r w:rsidRPr="00FC622E">
        <w:t xml:space="preserve">____ </w:t>
      </w:r>
      <w:proofErr w:type="spellStart"/>
      <w:r>
        <w:t>c</w:t>
      </w:r>
      <w:r w:rsidRPr="00FC622E">
        <w:t>ell</w:t>
      </w:r>
      <w:proofErr w:type="spellEnd"/>
      <w:r w:rsidRPr="00FC622E">
        <w:t xml:space="preserve">. </w:t>
      </w:r>
      <w:r>
        <w:t>____</w:t>
      </w:r>
      <w:r w:rsidRPr="00FC622E">
        <w:t xml:space="preserve">___________ </w:t>
      </w:r>
      <w:r>
        <w:tab/>
        <w:t>e</w:t>
      </w:r>
      <w:r w:rsidRPr="00FC622E">
        <w:t xml:space="preserve">-mail </w:t>
      </w:r>
      <w:r w:rsidR="005B5A3C">
        <w:t>__________________________________</w:t>
      </w:r>
      <w:r w:rsidRPr="00FC622E">
        <w:t>____________________</w:t>
      </w:r>
      <w:r>
        <w:t xml:space="preserve"> </w:t>
      </w:r>
      <w:r w:rsidRPr="00FC622E">
        <w:t>PEC</w:t>
      </w:r>
      <w:r w:rsidRPr="00FC622E">
        <w:rPr>
          <w:vertAlign w:val="superscript"/>
        </w:rPr>
        <w:footnoteReference w:id="2"/>
      </w:r>
      <w:r w:rsidRPr="00FC622E">
        <w:t xml:space="preserve"> _____________</w:t>
      </w:r>
      <w:r>
        <w:t>______________</w:t>
      </w:r>
      <w:r w:rsidRPr="00FC622E">
        <w:t>____________________</w:t>
      </w:r>
      <w:r w:rsidRPr="009B0C66">
        <w:rPr>
          <w:rFonts w:cs="Calibri"/>
        </w:rPr>
        <w:t xml:space="preserve"> </w:t>
      </w:r>
    </w:p>
    <w:p w14:paraId="4B8D8320" w14:textId="75A5A762" w:rsidR="009B0C66" w:rsidRPr="00F174E0" w:rsidRDefault="00F174E0" w:rsidP="009B0C66">
      <w:pPr>
        <w:numPr>
          <w:ilvl w:val="0"/>
          <w:numId w:val="6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left="425" w:hanging="425"/>
        <w:jc w:val="both"/>
        <w:rPr>
          <w:rFonts w:cs="Calibri"/>
        </w:rPr>
      </w:pPr>
      <w:r>
        <w:rPr>
          <w:rFonts w:cs="Calibri"/>
          <w:b/>
          <w:bCs/>
          <w:u w:val="single"/>
        </w:rPr>
        <w:t>a</w:t>
      </w:r>
      <w:r w:rsidR="009B0C66">
        <w:rPr>
          <w:rFonts w:cs="Calibri"/>
          <w:b/>
          <w:bCs/>
          <w:u w:val="single"/>
        </w:rPr>
        <w:t>utore</w:t>
      </w:r>
    </w:p>
    <w:p w14:paraId="5A0D9621" w14:textId="682F18D3" w:rsidR="00F174E0" w:rsidRPr="00F174E0" w:rsidRDefault="009A43A8" w:rsidP="009A43A8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left="425"/>
        <w:jc w:val="both"/>
        <w:rPr>
          <w:rFonts w:cs="Calibri"/>
        </w:rPr>
      </w:pPr>
      <w:r>
        <w:rPr>
          <w:rFonts w:cs="Calibri"/>
        </w:rPr>
        <w:t xml:space="preserve">eventuale pseudonimo________________________________________________ </w:t>
      </w:r>
      <w:r w:rsidR="00F174E0" w:rsidRPr="00F174E0">
        <w:rPr>
          <w:rFonts w:cs="Calibri"/>
        </w:rPr>
        <w:t xml:space="preserve">tel. </w:t>
      </w:r>
      <w:r w:rsidR="00F174E0" w:rsidRPr="00FC622E">
        <w:t xml:space="preserve">____________ </w:t>
      </w:r>
      <w:proofErr w:type="spellStart"/>
      <w:r w:rsidR="00F174E0">
        <w:t>c</w:t>
      </w:r>
      <w:r w:rsidR="00F174E0" w:rsidRPr="00FC622E">
        <w:t>ell</w:t>
      </w:r>
      <w:proofErr w:type="spellEnd"/>
      <w:r w:rsidR="00F174E0" w:rsidRPr="00FC622E">
        <w:t xml:space="preserve">. </w:t>
      </w:r>
      <w:r w:rsidR="00F174E0">
        <w:t>____</w:t>
      </w:r>
      <w:r w:rsidR="00F174E0" w:rsidRPr="00FC622E">
        <w:t>___________</w:t>
      </w:r>
      <w:r w:rsidR="00F174E0">
        <w:tab/>
        <w:t>e</w:t>
      </w:r>
      <w:r w:rsidR="00F174E0" w:rsidRPr="00FC622E">
        <w:t>-mail ___________________________</w:t>
      </w:r>
      <w:r w:rsidR="005B5A3C">
        <w:t>_____________</w:t>
      </w:r>
      <w:r w:rsidR="00E10FC4">
        <w:t>_____________</w:t>
      </w:r>
      <w:r w:rsidR="00F174E0" w:rsidRPr="00FC622E">
        <w:t>_</w:t>
      </w:r>
      <w:r w:rsidR="00F174E0">
        <w:t xml:space="preserve"> </w:t>
      </w:r>
      <w:r w:rsidR="00F174E0" w:rsidRPr="00FC622E">
        <w:t>PEC</w:t>
      </w:r>
      <w:r w:rsidR="00F174E0" w:rsidRPr="00FC622E">
        <w:rPr>
          <w:vertAlign w:val="superscript"/>
        </w:rPr>
        <w:footnoteReference w:id="3"/>
      </w:r>
      <w:r w:rsidR="00F174E0" w:rsidRPr="00FC622E">
        <w:t xml:space="preserve"> _____________</w:t>
      </w:r>
      <w:r w:rsidR="00F174E0">
        <w:t>______________</w:t>
      </w:r>
      <w:r w:rsidR="00F174E0" w:rsidRPr="00FC622E">
        <w:t>____________________</w:t>
      </w:r>
      <w:r w:rsidR="00F174E0" w:rsidRPr="00F174E0">
        <w:rPr>
          <w:rFonts w:cs="Calibri"/>
        </w:rPr>
        <w:t xml:space="preserve"> </w:t>
      </w:r>
    </w:p>
    <w:p w14:paraId="775DEA26" w14:textId="77777777" w:rsidR="00F174E0" w:rsidRPr="009B0C66" w:rsidRDefault="00F174E0" w:rsidP="00F174E0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left="425"/>
        <w:jc w:val="both"/>
        <w:rPr>
          <w:rFonts w:cs="Calibri"/>
        </w:rPr>
      </w:pPr>
    </w:p>
    <w:p w14:paraId="604F8909" w14:textId="77777777" w:rsidR="005B5A3C" w:rsidRPr="00126BBB" w:rsidRDefault="005B5A3C" w:rsidP="005B5A3C">
      <w:pPr>
        <w:spacing w:before="60" w:after="60"/>
        <w:ind w:left="709" w:hanging="284"/>
        <w:jc w:val="center"/>
        <w:rPr>
          <w:rFonts w:asciiTheme="minorHAnsi" w:eastAsiaTheme="minorEastAsia" w:hAnsiTheme="minorHAnsi" w:cstheme="minorBidi"/>
          <w:b/>
          <w:bCs/>
          <w:lang w:eastAsia="it-IT"/>
        </w:rPr>
      </w:pPr>
      <w:r w:rsidRPr="00126BBB">
        <w:rPr>
          <w:rFonts w:asciiTheme="minorHAnsi" w:eastAsiaTheme="minorEastAsia" w:hAnsiTheme="minorHAnsi" w:cstheme="minorBidi"/>
          <w:b/>
          <w:bCs/>
          <w:lang w:eastAsia="it-IT"/>
        </w:rPr>
        <w:t>CHIEDE</w:t>
      </w:r>
    </w:p>
    <w:p w14:paraId="7F007009" w14:textId="742518BE" w:rsidR="00FC622E" w:rsidRDefault="7CE47F34" w:rsidP="7001F3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"/>
        <w:jc w:val="both"/>
      </w:pPr>
      <w:r w:rsidRPr="005B5A3C">
        <w:rPr>
          <w:rFonts w:cs="Calibri"/>
          <w:b/>
          <w:bCs/>
        </w:rPr>
        <w:t xml:space="preserve">di partecipare </w:t>
      </w:r>
      <w:r w:rsidR="5190FF3E">
        <w:rPr>
          <w:rFonts w:cs="Calibri"/>
          <w:b/>
          <w:bCs/>
        </w:rPr>
        <w:t>al</w:t>
      </w:r>
      <w:r w:rsidRPr="005B5A3C">
        <w:rPr>
          <w:rFonts w:cs="Calibri"/>
          <w:b/>
          <w:bCs/>
        </w:rPr>
        <w:t xml:space="preserve"> </w:t>
      </w:r>
      <w:r w:rsidR="1A32D1A1" w:rsidRPr="005B5A3C">
        <w:rPr>
          <w:rFonts w:cs="Calibri"/>
          <w:b/>
          <w:bCs/>
        </w:rPr>
        <w:t>“</w:t>
      </w:r>
      <w:r w:rsidRPr="005B5A3C">
        <w:rPr>
          <w:rFonts w:cs="Calibri"/>
          <w:b/>
          <w:bCs/>
        </w:rPr>
        <w:t xml:space="preserve">Premio </w:t>
      </w:r>
      <w:r w:rsidR="57E26700">
        <w:rPr>
          <w:rFonts w:cs="Calibri"/>
          <w:b/>
          <w:bCs/>
        </w:rPr>
        <w:t xml:space="preserve">letterario </w:t>
      </w:r>
      <w:proofErr w:type="spellStart"/>
      <w:r w:rsidRPr="005B5A3C">
        <w:rPr>
          <w:rFonts w:cs="Calibri"/>
          <w:b/>
          <w:bCs/>
        </w:rPr>
        <w:t>Mondofuturo</w:t>
      </w:r>
      <w:proofErr w:type="spellEnd"/>
      <w:r w:rsidRPr="005B5A3C">
        <w:rPr>
          <w:rFonts w:cs="Calibri"/>
          <w:b/>
          <w:bCs/>
        </w:rPr>
        <w:t>” per il miglior libro di fantascienza pubblicato in Italia nel 202</w:t>
      </w:r>
      <w:r w:rsidR="245C8AFD">
        <w:rPr>
          <w:rFonts w:cs="Calibri"/>
          <w:b/>
          <w:bCs/>
        </w:rPr>
        <w:t>4</w:t>
      </w:r>
      <w:r w:rsidRPr="005B5A3C">
        <w:rPr>
          <w:rFonts w:cs="Calibri"/>
          <w:b/>
          <w:bCs/>
        </w:rPr>
        <w:t xml:space="preserve">, organizzato nell’ambito del “Trieste </w:t>
      </w:r>
      <w:proofErr w:type="spellStart"/>
      <w:r w:rsidRPr="005B5A3C">
        <w:rPr>
          <w:rFonts w:cs="Calibri"/>
          <w:b/>
          <w:bCs/>
        </w:rPr>
        <w:t>Science+Fiction</w:t>
      </w:r>
      <w:proofErr w:type="spellEnd"/>
      <w:r w:rsidR="43A6A9CE" w:rsidRPr="7001F349">
        <w:rPr>
          <w:rFonts w:cs="Calibri"/>
          <w:b/>
          <w:bCs/>
        </w:rPr>
        <w:t xml:space="preserve"> Festival</w:t>
      </w:r>
      <w:r w:rsidR="00DF64FA">
        <w:rPr>
          <w:rFonts w:cs="Calibri"/>
          <w:b/>
          <w:bCs/>
        </w:rPr>
        <w:t>”</w:t>
      </w:r>
      <w:r w:rsidRPr="005B5A3C">
        <w:rPr>
          <w:rFonts w:cs="Calibri"/>
          <w:b/>
          <w:bCs/>
        </w:rPr>
        <w:t xml:space="preserve"> con </w:t>
      </w:r>
      <w:r w:rsidRPr="005B5A3C">
        <w:rPr>
          <w:b/>
          <w:bCs/>
        </w:rPr>
        <w:t>il</w:t>
      </w:r>
      <w:r w:rsidR="7CCFC747" w:rsidRPr="005B5A3C">
        <w:rPr>
          <w:b/>
          <w:bCs/>
        </w:rPr>
        <w:t>/</w:t>
      </w:r>
      <w:r w:rsidRPr="005B5A3C">
        <w:rPr>
          <w:b/>
          <w:bCs/>
        </w:rPr>
        <w:t>i</w:t>
      </w:r>
      <w:r w:rsidR="7CCFC747" w:rsidRPr="005B5A3C">
        <w:rPr>
          <w:b/>
          <w:bCs/>
        </w:rPr>
        <w:t xml:space="preserve"> seguente/i </w:t>
      </w:r>
      <w:r w:rsidRPr="005B5A3C">
        <w:rPr>
          <w:b/>
          <w:bCs/>
        </w:rPr>
        <w:t>titolo/i</w:t>
      </w:r>
      <w:r w:rsidR="005B5A3C">
        <w:rPr>
          <w:rStyle w:val="Rimandonotaapidipagina"/>
        </w:rPr>
        <w:footnoteReference w:id="4"/>
      </w:r>
      <w:r>
        <w:t>:</w:t>
      </w:r>
    </w:p>
    <w:p w14:paraId="3845A167" w14:textId="3A583D55" w:rsidR="005B5A3C" w:rsidRDefault="005B5A3C" w:rsidP="005B5A3C">
      <w:pPr>
        <w:pStyle w:val="Paragrafoelenco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"/>
        <w:jc w:val="both"/>
      </w:pPr>
      <w:r>
        <w:t>_________________________________________________________________________________;</w:t>
      </w:r>
    </w:p>
    <w:p w14:paraId="69F40521" w14:textId="0FEB217D" w:rsidR="00C21076" w:rsidRPr="00126BBB" w:rsidRDefault="7CE47F34" w:rsidP="74168D98">
      <w:pPr>
        <w:pStyle w:val="Paragrafoelenco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"/>
        <w:jc w:val="both"/>
      </w:pPr>
      <w:r>
        <w:t>_________________________________________________________________________________;</w:t>
      </w:r>
    </w:p>
    <w:p w14:paraId="5F0E3339" w14:textId="662BF019" w:rsidR="00E41F26" w:rsidRDefault="00856515" w:rsidP="7F531BBE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rFonts w:cs="Calibri"/>
        </w:rPr>
      </w:pPr>
      <w:r w:rsidRPr="7F531BBE">
        <w:rPr>
          <w:rFonts w:cs="Calibri"/>
        </w:rPr>
        <w:t>A tal fine</w:t>
      </w:r>
      <w:r w:rsidR="00934623">
        <w:rPr>
          <w:rFonts w:cs="Calibri"/>
        </w:rPr>
        <w:t xml:space="preserve">, </w:t>
      </w:r>
      <w:r w:rsidR="00934623" w:rsidRPr="00934623">
        <w:rPr>
          <w:rFonts w:cs="Calibri"/>
        </w:rPr>
        <w:t xml:space="preserve">con riferimento </w:t>
      </w:r>
      <w:r w:rsidR="00934623">
        <w:rPr>
          <w:rFonts w:cs="Calibri"/>
        </w:rPr>
        <w:t>a ciascun titolo dinanzi indicato,</w:t>
      </w:r>
      <w:r w:rsidRPr="7F531BBE">
        <w:rPr>
          <w:rFonts w:cs="Calibri"/>
        </w:rPr>
        <w:t xml:space="preserve"> </w:t>
      </w:r>
      <w:r w:rsidR="005B5A3C">
        <w:rPr>
          <w:rFonts w:cs="Calibri"/>
        </w:rPr>
        <w:t xml:space="preserve">sotto la propria responsabilità </w:t>
      </w:r>
    </w:p>
    <w:p w14:paraId="0B09E11D" w14:textId="0E6237DD" w:rsidR="004D11C9" w:rsidRPr="00126BBB" w:rsidRDefault="008B2C75" w:rsidP="009226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5"/>
        <w:jc w:val="center"/>
        <w:rPr>
          <w:rFonts w:cs="Calibri"/>
        </w:rPr>
      </w:pPr>
      <w:r w:rsidRPr="00220D4B">
        <w:rPr>
          <w:rFonts w:cs="Calibri"/>
          <w:b/>
          <w:bCs/>
        </w:rPr>
        <w:lastRenderedPageBreak/>
        <w:t>DICHI</w:t>
      </w:r>
      <w:r>
        <w:rPr>
          <w:rFonts w:cs="Calibri"/>
          <w:b/>
          <w:bCs/>
        </w:rPr>
        <w:t>A</w:t>
      </w:r>
      <w:r w:rsidRPr="00220D4B">
        <w:rPr>
          <w:rFonts w:cs="Calibri"/>
          <w:b/>
          <w:bCs/>
        </w:rPr>
        <w:t>RA</w:t>
      </w:r>
    </w:p>
    <w:p w14:paraId="736D3A36" w14:textId="631BA990" w:rsidR="005A570B" w:rsidRPr="005A570B" w:rsidRDefault="009A43A8" w:rsidP="005A570B">
      <w:pPr>
        <w:pStyle w:val="Paragrafoelenco"/>
        <w:numPr>
          <w:ilvl w:val="0"/>
          <w:numId w:val="21"/>
        </w:numPr>
        <w:spacing w:before="120" w:after="120"/>
        <w:jc w:val="both"/>
        <w:rPr>
          <w:rFonts w:cs="Calibri"/>
        </w:rPr>
      </w:pPr>
      <w:r w:rsidRPr="009A43A8">
        <w:rPr>
          <w:rFonts w:cs="Calibri"/>
        </w:rPr>
        <w:t xml:space="preserve">che </w:t>
      </w:r>
      <w:r w:rsidR="00357E15">
        <w:rPr>
          <w:rFonts w:cs="Calibri"/>
        </w:rPr>
        <w:t>l’</w:t>
      </w:r>
      <w:r w:rsidR="00357E15" w:rsidRPr="009A43A8">
        <w:rPr>
          <w:rFonts w:cs="Calibri"/>
        </w:rPr>
        <w:t>opera</w:t>
      </w:r>
      <w:r w:rsidR="00357E15">
        <w:rPr>
          <w:rFonts w:cs="Calibri"/>
        </w:rPr>
        <w:t xml:space="preserve"> </w:t>
      </w:r>
      <w:r w:rsidR="00357E15" w:rsidRPr="009A43A8">
        <w:rPr>
          <w:rFonts w:cs="Calibri"/>
        </w:rPr>
        <w:t>proposta</w:t>
      </w:r>
      <w:r w:rsidRPr="009A43A8">
        <w:rPr>
          <w:rFonts w:cs="Calibri"/>
        </w:rPr>
        <w:t xml:space="preserve"> è originale ovvero di propria realizzazione e ingegno e non lede in alcun modo i diritti editoriali e/o d’autore propri e/o di terze parti;</w:t>
      </w:r>
    </w:p>
    <w:p w14:paraId="1EC1A6B4" w14:textId="2090F637" w:rsidR="002556EB" w:rsidRDefault="009A43A8" w:rsidP="002556EB">
      <w:pPr>
        <w:pStyle w:val="Paragrafoelenco"/>
        <w:numPr>
          <w:ilvl w:val="0"/>
          <w:numId w:val="21"/>
        </w:numPr>
        <w:spacing w:before="120" w:after="120"/>
        <w:jc w:val="both"/>
        <w:rPr>
          <w:rFonts w:cs="Calibri"/>
        </w:rPr>
      </w:pPr>
      <w:r w:rsidRPr="009A43A8">
        <w:rPr>
          <w:rFonts w:cs="Calibri"/>
        </w:rPr>
        <w:t>di avere la legittima e piena titolarità dei diritti di utilizzazione d</w:t>
      </w:r>
      <w:r w:rsidR="002556EB">
        <w:rPr>
          <w:rFonts w:cs="Calibri"/>
        </w:rPr>
        <w:t>ell’</w:t>
      </w:r>
      <w:r w:rsidRPr="009A43A8">
        <w:rPr>
          <w:rFonts w:cs="Calibri"/>
        </w:rPr>
        <w:t>opera candidata ovvero di essere in possesso e di avere preventivamente ottenuto tutti i necessari permessi, licenze, consensi scritti e liberatorie firmate (anche ai sensi e per gli effetti della normativa vigente in materia di protezione dei dati personali) da parte di coloro che direttamente o indirettamente, a qualunque titolo, hanno collaborato o partecipato alla sua realizzazione e di aver provveduto a versare i compensi, i rimborsi, le spese e quant’altro eventualmente dovuto a tali soggetti;</w:t>
      </w:r>
    </w:p>
    <w:p w14:paraId="015622FA" w14:textId="33FE73C5" w:rsidR="002556EB" w:rsidRDefault="57E26700" w:rsidP="002556EB">
      <w:pPr>
        <w:pStyle w:val="Paragrafoelenco"/>
        <w:numPr>
          <w:ilvl w:val="0"/>
          <w:numId w:val="21"/>
        </w:numPr>
        <w:spacing w:before="120" w:after="120"/>
        <w:jc w:val="both"/>
        <w:rPr>
          <w:rFonts w:cs="Calibri"/>
        </w:rPr>
      </w:pPr>
      <w:bookmarkStart w:id="3" w:name="_Hlk163665865"/>
      <w:r w:rsidRPr="22C7D6FE">
        <w:rPr>
          <w:rFonts w:cs="Calibri"/>
        </w:rPr>
        <w:t xml:space="preserve">di </w:t>
      </w:r>
      <w:r w:rsidR="4E5E53BF" w:rsidRPr="22C7D6FE">
        <w:rPr>
          <w:rFonts w:cs="Calibri"/>
        </w:rPr>
        <w:t xml:space="preserve">sollevare </w:t>
      </w:r>
      <w:r w:rsidR="4E767887" w:rsidRPr="22C7D6FE">
        <w:rPr>
          <w:rFonts w:cs="Calibri"/>
        </w:rPr>
        <w:t>Area Science Park e La Cappella Underground</w:t>
      </w:r>
      <w:r w:rsidR="702F6B9D" w:rsidRPr="22C7D6FE">
        <w:rPr>
          <w:rFonts w:cs="Calibri"/>
        </w:rPr>
        <w:t xml:space="preserve"> da qualunque pretesa e responsabilità da parte di terzi che rivendichino diritti sull’opera</w:t>
      </w:r>
      <w:r w:rsidR="4E767887" w:rsidRPr="22C7D6FE">
        <w:rPr>
          <w:rFonts w:cs="Calibri"/>
        </w:rPr>
        <w:t xml:space="preserve"> </w:t>
      </w:r>
      <w:r w:rsidR="702F6B9D" w:rsidRPr="22C7D6FE">
        <w:rPr>
          <w:rFonts w:cs="Calibri"/>
        </w:rPr>
        <w:t>presentata</w:t>
      </w:r>
      <w:bookmarkEnd w:id="3"/>
      <w:r w:rsidR="702F6B9D" w:rsidRPr="22C7D6FE">
        <w:rPr>
          <w:rFonts w:cs="Calibri"/>
        </w:rPr>
        <w:t>;</w:t>
      </w:r>
    </w:p>
    <w:p w14:paraId="50CE5FE7" w14:textId="75986346" w:rsidR="005A570B" w:rsidRDefault="002556EB" w:rsidP="005A570B">
      <w:pPr>
        <w:pStyle w:val="Paragrafoelenco"/>
        <w:numPr>
          <w:ilvl w:val="0"/>
          <w:numId w:val="21"/>
        </w:numPr>
        <w:spacing w:before="120" w:after="120"/>
        <w:jc w:val="both"/>
        <w:rPr>
          <w:rFonts w:cs="Calibri"/>
        </w:rPr>
      </w:pPr>
      <w:r>
        <w:rPr>
          <w:rFonts w:cs="Calibri"/>
        </w:rPr>
        <w:t xml:space="preserve">di </w:t>
      </w:r>
      <w:r w:rsidRPr="002556EB">
        <w:rPr>
          <w:rFonts w:cs="Calibri"/>
        </w:rPr>
        <w:t>autorizza</w:t>
      </w:r>
      <w:r w:rsidR="00E10FC4">
        <w:rPr>
          <w:rFonts w:cs="Calibri"/>
        </w:rPr>
        <w:t>re</w:t>
      </w:r>
      <w:r w:rsidRPr="002556EB">
        <w:rPr>
          <w:rFonts w:cs="Calibri"/>
        </w:rPr>
        <w:t xml:space="preserve"> il Comitato Promotore del Premio alla divulgazione parziale o totale, senza fini di lucro, della sinossi dell’opera</w:t>
      </w:r>
      <w:r>
        <w:rPr>
          <w:rFonts w:cs="Calibri"/>
        </w:rPr>
        <w:t xml:space="preserve"> presentata;</w:t>
      </w:r>
    </w:p>
    <w:p w14:paraId="30BB8A00" w14:textId="71C574B2" w:rsidR="004D11C9" w:rsidRPr="005A570B" w:rsidRDefault="00227C02" w:rsidP="005A570B">
      <w:pPr>
        <w:pStyle w:val="Paragrafoelenco"/>
        <w:numPr>
          <w:ilvl w:val="0"/>
          <w:numId w:val="21"/>
        </w:numPr>
        <w:spacing w:before="120" w:after="120"/>
        <w:jc w:val="both"/>
        <w:rPr>
          <w:rFonts w:cs="Calibri"/>
        </w:rPr>
      </w:pPr>
      <w:r w:rsidRPr="005A570B">
        <w:rPr>
          <w:rFonts w:cs="Calibri"/>
        </w:rPr>
        <w:t xml:space="preserve">di </w:t>
      </w:r>
      <w:r w:rsidR="0051379E" w:rsidRPr="005A570B">
        <w:rPr>
          <w:rFonts w:cs="Calibri"/>
        </w:rPr>
        <w:t xml:space="preserve">allegare </w:t>
      </w:r>
      <w:r w:rsidRPr="005A570B">
        <w:rPr>
          <w:rFonts w:cs="Calibri"/>
        </w:rPr>
        <w:t xml:space="preserve">alla </w:t>
      </w:r>
      <w:r w:rsidR="004D11C9" w:rsidRPr="005A570B">
        <w:rPr>
          <w:rFonts w:cs="Calibri"/>
        </w:rPr>
        <w:t xml:space="preserve">presente </w:t>
      </w:r>
      <w:r w:rsidR="00BC5B2A" w:rsidRPr="005A570B">
        <w:rPr>
          <w:rFonts w:cs="Calibri"/>
        </w:rPr>
        <w:t>d</w:t>
      </w:r>
      <w:r w:rsidR="004D11C9" w:rsidRPr="005A570B">
        <w:rPr>
          <w:rFonts w:cs="Calibri"/>
        </w:rPr>
        <w:t xml:space="preserve">omanda: </w:t>
      </w:r>
    </w:p>
    <w:p w14:paraId="16038A23" w14:textId="20D72ABF" w:rsidR="005A570B" w:rsidRDefault="005A570B" w:rsidP="005A570B">
      <w:pPr>
        <w:pStyle w:val="Paragrafoelenco"/>
        <w:numPr>
          <w:ilvl w:val="0"/>
          <w:numId w:val="22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rFonts w:cs="Calibri"/>
        </w:rPr>
      </w:pPr>
      <w:r w:rsidRPr="005A570B">
        <w:rPr>
          <w:rFonts w:cs="Calibri"/>
        </w:rPr>
        <w:t>la scheda del libro</w:t>
      </w:r>
      <w:r w:rsidR="00133207" w:rsidRPr="005A570B">
        <w:rPr>
          <w:rFonts w:cs="Calibri"/>
        </w:rPr>
        <w:t xml:space="preserve"> </w:t>
      </w:r>
      <w:r w:rsidR="00133207" w:rsidRPr="00934623">
        <w:rPr>
          <w:rFonts w:cs="Calibri"/>
          <w:b/>
          <w:bCs/>
        </w:rPr>
        <w:t>(</w:t>
      </w:r>
      <w:r w:rsidR="00084D6B" w:rsidRPr="00934623">
        <w:rPr>
          <w:rFonts w:cs="Calibri"/>
          <w:b/>
          <w:bCs/>
        </w:rPr>
        <w:t>a</w:t>
      </w:r>
      <w:r w:rsidR="00133207" w:rsidRPr="00934623">
        <w:rPr>
          <w:rFonts w:cs="Calibri"/>
          <w:b/>
          <w:bCs/>
        </w:rPr>
        <w:t xml:space="preserve">llegato </w:t>
      </w:r>
      <w:r w:rsidR="00084D6B" w:rsidRPr="00934623">
        <w:rPr>
          <w:rFonts w:cs="Calibri"/>
          <w:b/>
          <w:bCs/>
        </w:rPr>
        <w:t xml:space="preserve">n. </w:t>
      </w:r>
      <w:r w:rsidR="00133207" w:rsidRPr="00934623">
        <w:rPr>
          <w:rFonts w:cs="Calibri"/>
          <w:b/>
          <w:bCs/>
        </w:rPr>
        <w:t>2)</w:t>
      </w:r>
      <w:r>
        <w:rPr>
          <w:rFonts w:cs="Calibri"/>
        </w:rPr>
        <w:t>;</w:t>
      </w:r>
    </w:p>
    <w:p w14:paraId="7F7E59B0" w14:textId="2E95AF55" w:rsidR="004D2E82" w:rsidRPr="004D2E82" w:rsidRDefault="004D2E82" w:rsidP="005A570B">
      <w:pPr>
        <w:pStyle w:val="Paragrafoelenco"/>
        <w:numPr>
          <w:ilvl w:val="0"/>
          <w:numId w:val="22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rFonts w:cs="Calibri"/>
        </w:rPr>
      </w:pPr>
      <w:r w:rsidRPr="004D2E82">
        <w:rPr>
          <w:rFonts w:asciiTheme="minorHAnsi" w:hAnsiTheme="minorHAnsi" w:cstheme="minorHAnsi"/>
          <w:bCs/>
          <w:color w:val="000000"/>
          <w:shd w:val="clear" w:color="auto" w:fill="FFFFFF"/>
        </w:rPr>
        <w:t>la dichiarazione rilasciata sotto la responsabilità dell’editore che attesti l’edizione e l’epoca di pubblicazione del libro, qualora quest’ultimo non rechi la specificazione della data di stampa della prima edizione (anno e mese);</w:t>
      </w:r>
    </w:p>
    <w:p w14:paraId="603EDCCD" w14:textId="5507F412" w:rsidR="005A570B" w:rsidRDefault="005A570B" w:rsidP="005A570B">
      <w:pPr>
        <w:pStyle w:val="Paragrafoelenco"/>
        <w:numPr>
          <w:ilvl w:val="0"/>
          <w:numId w:val="22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rFonts w:cs="Calibri"/>
        </w:rPr>
      </w:pPr>
      <w:r w:rsidRPr="005A570B">
        <w:rPr>
          <w:rFonts w:cs="Calibri"/>
        </w:rPr>
        <w:t>copia di un documento di identità</w:t>
      </w:r>
      <w:r>
        <w:rPr>
          <w:rFonts w:cs="Calibri"/>
        </w:rPr>
        <w:t>;</w:t>
      </w:r>
    </w:p>
    <w:p w14:paraId="78656EBB" w14:textId="7CCE97DD" w:rsidR="005A570B" w:rsidRPr="005A570B" w:rsidRDefault="005A570B" w:rsidP="005A570B">
      <w:pPr>
        <w:pStyle w:val="Paragrafoelenco"/>
        <w:numPr>
          <w:ilvl w:val="0"/>
          <w:numId w:val="21"/>
        </w:numPr>
        <w:spacing w:before="120" w:after="120"/>
        <w:jc w:val="both"/>
        <w:rPr>
          <w:rFonts w:cs="Calibri"/>
        </w:rPr>
      </w:pPr>
      <w:r>
        <w:rPr>
          <w:rFonts w:cs="Calibri"/>
        </w:rPr>
        <w:t>di mettere a disposizione l’opera</w:t>
      </w:r>
      <w:r w:rsidR="00EA5E0C">
        <w:rPr>
          <w:rStyle w:val="Rimandonotaapidipagina"/>
          <w:rFonts w:cs="Calibri"/>
        </w:rPr>
        <w:footnoteReference w:id="5"/>
      </w:r>
      <w:r>
        <w:rPr>
          <w:rFonts w:cs="Calibri"/>
        </w:rPr>
        <w:t xml:space="preserve"> </w:t>
      </w:r>
      <w:r w:rsidRPr="00934623">
        <w:rPr>
          <w:rFonts w:cs="Calibri"/>
          <w:b/>
          <w:bCs/>
        </w:rPr>
        <w:t>(</w:t>
      </w:r>
      <w:r w:rsidRPr="00934623">
        <w:rPr>
          <w:rFonts w:cs="Calibri"/>
          <w:b/>
          <w:bCs/>
          <w:i/>
          <w:iCs/>
        </w:rPr>
        <w:t>barrare l’opzione che interessa e compilare laddove previsto</w:t>
      </w:r>
      <w:r w:rsidRPr="00934623">
        <w:rPr>
          <w:rFonts w:cs="Calibri"/>
          <w:b/>
          <w:bCs/>
        </w:rPr>
        <w:t>)</w:t>
      </w:r>
      <w:r>
        <w:rPr>
          <w:rFonts w:cs="Calibri"/>
        </w:rPr>
        <w:t>:</w:t>
      </w:r>
    </w:p>
    <w:p w14:paraId="6153D0F4" w14:textId="4B4FF0BD" w:rsidR="00934623" w:rsidRPr="00934623" w:rsidRDefault="005A570B" w:rsidP="00934623">
      <w:pPr>
        <w:pStyle w:val="Paragrafoelenco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rFonts w:cs="Calibri"/>
        </w:rPr>
      </w:pPr>
      <w:r w:rsidRPr="005A570B">
        <w:rPr>
          <w:rFonts w:ascii="Cambria Math" w:hAnsi="Cambria Math" w:cs="Cambria Math"/>
        </w:rPr>
        <w:t>⃞</w:t>
      </w:r>
      <w:r>
        <w:rPr>
          <w:rFonts w:cs="Calibri" w:hint="eastAsia"/>
        </w:rPr>
        <w:t xml:space="preserve"> </w:t>
      </w:r>
      <w:r>
        <w:rPr>
          <w:rFonts w:cs="Calibri"/>
        </w:rPr>
        <w:t>al seguente link: ______________________________________________________________;</w:t>
      </w:r>
    </w:p>
    <w:p w14:paraId="6E9257E6" w14:textId="43311DEB" w:rsidR="005A570B" w:rsidRPr="005A570B" w:rsidRDefault="005A570B" w:rsidP="005A570B">
      <w:pPr>
        <w:pStyle w:val="Paragrafoelenco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rFonts w:cs="Calibri"/>
        </w:rPr>
      </w:pPr>
      <w:r w:rsidRPr="4F166B5A">
        <w:rPr>
          <w:rFonts w:ascii="Cambria Math" w:hAnsi="Cambria Math" w:cs="Cambria Math"/>
        </w:rPr>
        <w:t xml:space="preserve">⃞ </w:t>
      </w:r>
      <w:r w:rsidRPr="4F166B5A">
        <w:rPr>
          <w:rFonts w:cs="Calibri"/>
        </w:rPr>
        <w:t xml:space="preserve">in formato PDF </w:t>
      </w:r>
      <w:r w:rsidR="09C24CD6" w:rsidRPr="4F166B5A">
        <w:rPr>
          <w:rFonts w:cs="Calibri"/>
        </w:rPr>
        <w:t>e</w:t>
      </w:r>
      <w:r w:rsidRPr="4F166B5A">
        <w:rPr>
          <w:rFonts w:cs="Calibri"/>
        </w:rPr>
        <w:t xml:space="preserve"> ePub</w:t>
      </w:r>
      <w:r w:rsidR="399234C2" w:rsidRPr="4F166B5A">
        <w:rPr>
          <w:rFonts w:cs="Calibri"/>
        </w:rPr>
        <w:t xml:space="preserve"> (o altro formato per E-reader)</w:t>
      </w:r>
      <w:r w:rsidRPr="4F166B5A">
        <w:rPr>
          <w:rFonts w:cs="Calibri"/>
        </w:rPr>
        <w:t>;</w:t>
      </w:r>
    </w:p>
    <w:p w14:paraId="1EAEFEFF" w14:textId="2A0BC33A" w:rsidR="005A570B" w:rsidRDefault="005A570B" w:rsidP="005A570B">
      <w:pPr>
        <w:pStyle w:val="Paragrafoelenco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rFonts w:cs="Calibri"/>
        </w:rPr>
      </w:pPr>
      <w:r w:rsidRPr="005A570B">
        <w:rPr>
          <w:rFonts w:ascii="Cambria Math" w:hAnsi="Cambria Math" w:cs="Cambria Math"/>
        </w:rPr>
        <w:t>⃞</w:t>
      </w:r>
      <w:r>
        <w:rPr>
          <w:rFonts w:cs="Calibri" w:hint="eastAsia"/>
        </w:rPr>
        <w:t xml:space="preserve"> </w:t>
      </w:r>
      <w:r>
        <w:rPr>
          <w:rFonts w:cs="Calibri"/>
        </w:rPr>
        <w:t>in formato cartaceo</w:t>
      </w:r>
      <w:r w:rsidR="00934623">
        <w:rPr>
          <w:rFonts w:cs="Calibri"/>
        </w:rPr>
        <w:t>;</w:t>
      </w:r>
    </w:p>
    <w:p w14:paraId="77B730E5" w14:textId="6BE77C03" w:rsidR="00934623" w:rsidRPr="00934623" w:rsidRDefault="00934623" w:rsidP="00934623">
      <w:pPr>
        <w:pStyle w:val="Paragrafoelenco"/>
        <w:numPr>
          <w:ilvl w:val="0"/>
          <w:numId w:val="21"/>
        </w:numPr>
        <w:spacing w:before="120" w:after="120"/>
        <w:jc w:val="both"/>
        <w:rPr>
          <w:rFonts w:cs="Calibri"/>
        </w:rPr>
      </w:pPr>
      <w:r w:rsidRPr="005A570B">
        <w:rPr>
          <w:rFonts w:cs="Calibri"/>
        </w:rPr>
        <w:t>di avere preso visione dell’</w:t>
      </w:r>
      <w:hyperlink r:id="rId12" w:history="1">
        <w:r w:rsidRPr="005A570B">
          <w:rPr>
            <w:rFonts w:cs="Calibri"/>
          </w:rPr>
          <w:t>informativa</w:t>
        </w:r>
      </w:hyperlink>
      <w:r w:rsidRPr="005A570B">
        <w:rPr>
          <w:rFonts w:cs="Calibri"/>
        </w:rPr>
        <w:t xml:space="preserve"> sul trattamento dei dati personali contenuta nel Bando</w:t>
      </w:r>
      <w:r>
        <w:rPr>
          <w:rFonts w:cs="Calibri"/>
        </w:rPr>
        <w:t xml:space="preserve"> e di </w:t>
      </w:r>
      <w:r w:rsidRPr="00934623">
        <w:rPr>
          <w:rFonts w:cs="Calibri"/>
          <w:b/>
          <w:bCs/>
        </w:rPr>
        <w:t>(</w:t>
      </w:r>
      <w:r w:rsidRPr="00934623">
        <w:rPr>
          <w:rFonts w:cs="Calibri"/>
          <w:b/>
          <w:bCs/>
          <w:i/>
          <w:iCs/>
        </w:rPr>
        <w:t>barrare l’opzione che interessa</w:t>
      </w:r>
      <w:r w:rsidRPr="00934623">
        <w:rPr>
          <w:rFonts w:cs="Calibri"/>
          <w:b/>
          <w:bCs/>
        </w:rPr>
        <w:t>)</w:t>
      </w:r>
      <w:r w:rsidRPr="00934623">
        <w:rPr>
          <w:rFonts w:cs="Calibri"/>
        </w:rPr>
        <w:t>:</w:t>
      </w:r>
      <w:bookmarkStart w:id="5" w:name="_Hlk163749101"/>
    </w:p>
    <w:p w14:paraId="7D23C31F" w14:textId="7ED53C4C" w:rsidR="00934623" w:rsidRPr="00934623" w:rsidRDefault="00934623" w:rsidP="00934623">
      <w:pPr>
        <w:pStyle w:val="Paragrafoelenco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rFonts w:cs="Calibri"/>
        </w:rPr>
      </w:pPr>
      <w:r w:rsidRPr="005A570B">
        <w:rPr>
          <w:rFonts w:ascii="Cambria Math" w:hAnsi="Cambria Math" w:cs="Cambria Math"/>
        </w:rPr>
        <w:t>⃞</w:t>
      </w:r>
      <w:r>
        <w:rPr>
          <w:rFonts w:cs="Calibri" w:hint="eastAsia"/>
        </w:rPr>
        <w:t xml:space="preserve"> </w:t>
      </w:r>
      <w:r>
        <w:rPr>
          <w:rFonts w:cs="Calibri"/>
        </w:rPr>
        <w:t>acconsentire</w:t>
      </w:r>
      <w:r w:rsidRPr="00934623">
        <w:rPr>
          <w:rFonts w:cs="Calibri"/>
        </w:rPr>
        <w:t xml:space="preserve"> </w:t>
      </w:r>
      <w:r>
        <w:rPr>
          <w:rFonts w:cs="Calibri"/>
        </w:rPr>
        <w:t>al trattamento dei propri dati personali;</w:t>
      </w:r>
    </w:p>
    <w:p w14:paraId="5AACB766" w14:textId="7225796D" w:rsidR="00934623" w:rsidRDefault="00934623" w:rsidP="00934623">
      <w:pPr>
        <w:pStyle w:val="Paragrafoelenco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rFonts w:cs="Calibri"/>
        </w:rPr>
      </w:pPr>
      <w:r w:rsidRPr="005A570B">
        <w:rPr>
          <w:rFonts w:ascii="Cambria Math" w:hAnsi="Cambria Math" w:cs="Cambria Math"/>
        </w:rPr>
        <w:t>⃞</w:t>
      </w:r>
      <w:r>
        <w:rPr>
          <w:rFonts w:cs="Calibri" w:hint="eastAsia"/>
        </w:rPr>
        <w:t xml:space="preserve"> </w:t>
      </w:r>
      <w:r>
        <w:rPr>
          <w:rFonts w:cs="Calibri"/>
        </w:rPr>
        <w:t>non acconsentire al tr</w:t>
      </w:r>
      <w:bookmarkEnd w:id="5"/>
      <w:r>
        <w:rPr>
          <w:rFonts w:cs="Calibri"/>
        </w:rPr>
        <w:t>attamento dei propri dati personali</w:t>
      </w:r>
      <w:r w:rsidR="003939AE">
        <w:rPr>
          <w:rFonts w:cs="Calibri"/>
        </w:rPr>
        <w:t xml:space="preserve"> </w:t>
      </w:r>
      <w:r w:rsidR="003939AE" w:rsidRPr="006F0CB8">
        <w:rPr>
          <w:rFonts w:cs="Calibri"/>
          <w:b/>
          <w:bCs/>
          <w:u w:val="single"/>
        </w:rPr>
        <w:t>(nota bene: in mancanza di consenso, la partecipazione al Premio è preclusa)</w:t>
      </w:r>
      <w:r w:rsidR="006B6295">
        <w:rPr>
          <w:rFonts w:cs="Calibri"/>
        </w:rPr>
        <w:t>;</w:t>
      </w:r>
    </w:p>
    <w:p w14:paraId="0CF5CCD9" w14:textId="6CC2BB27" w:rsidR="004D11C9" w:rsidRDefault="00E10FC4" w:rsidP="006A7895">
      <w:pPr>
        <w:pStyle w:val="Paragrafoelenco"/>
        <w:numPr>
          <w:ilvl w:val="0"/>
          <w:numId w:val="21"/>
        </w:numPr>
        <w:spacing w:before="120" w:after="120"/>
        <w:jc w:val="both"/>
        <w:rPr>
          <w:rFonts w:cs="Calibri"/>
        </w:rPr>
      </w:pPr>
      <w:r w:rsidRPr="00E10FC4">
        <w:rPr>
          <w:rFonts w:cs="Calibri"/>
        </w:rPr>
        <w:t>con riferimento all’invio di materiale informativo</w:t>
      </w:r>
      <w:r>
        <w:rPr>
          <w:rFonts w:cs="Calibri"/>
        </w:rPr>
        <w:t xml:space="preserve"> e</w:t>
      </w:r>
      <w:r w:rsidRPr="00E10FC4">
        <w:rPr>
          <w:rFonts w:cs="Calibri"/>
        </w:rPr>
        <w:t xml:space="preserve"> promozionale di Area Science Park e de La Cappella Underground </w:t>
      </w:r>
      <w:r w:rsidRPr="00E10FC4">
        <w:rPr>
          <w:rFonts w:cs="Calibri"/>
          <w:b/>
          <w:bCs/>
        </w:rPr>
        <w:t>(</w:t>
      </w:r>
      <w:r w:rsidRPr="00E10FC4">
        <w:rPr>
          <w:rFonts w:cs="Calibri"/>
          <w:b/>
          <w:bCs/>
          <w:i/>
          <w:iCs/>
        </w:rPr>
        <w:t>barrare l’opzione che interessa</w:t>
      </w:r>
      <w:r w:rsidRPr="00E10FC4">
        <w:rPr>
          <w:rFonts w:cs="Calibri"/>
          <w:b/>
          <w:bCs/>
        </w:rPr>
        <w:t>)</w:t>
      </w:r>
      <w:r w:rsidRPr="00E10FC4">
        <w:rPr>
          <w:rFonts w:cs="Calibri"/>
        </w:rPr>
        <w:t>:</w:t>
      </w:r>
    </w:p>
    <w:p w14:paraId="2FBCFE4D" w14:textId="0BD62C06" w:rsidR="00E10FC4" w:rsidRPr="00E10FC4" w:rsidRDefault="00E10FC4" w:rsidP="00E10FC4">
      <w:pPr>
        <w:pStyle w:val="Paragrafoelenco"/>
        <w:spacing w:before="120" w:after="120"/>
        <w:ind w:left="680"/>
        <w:jc w:val="both"/>
        <w:rPr>
          <w:rFonts w:cs="Calibri"/>
        </w:rPr>
      </w:pPr>
      <w:r w:rsidRPr="00E10FC4">
        <w:rPr>
          <w:rFonts w:ascii="Cambria Math" w:hAnsi="Cambria Math" w:cs="Cambria Math"/>
        </w:rPr>
        <w:t>⃞</w:t>
      </w:r>
      <w:r w:rsidRPr="00E10FC4">
        <w:rPr>
          <w:rFonts w:cs="Calibri"/>
        </w:rPr>
        <w:t xml:space="preserve"> </w:t>
      </w:r>
      <w:r>
        <w:rPr>
          <w:rFonts w:cs="Calibri"/>
        </w:rPr>
        <w:t xml:space="preserve">di </w:t>
      </w:r>
      <w:r w:rsidRPr="00E10FC4">
        <w:rPr>
          <w:rFonts w:cs="Calibri"/>
        </w:rPr>
        <w:t>acconsentire al</w:t>
      </w:r>
      <w:r>
        <w:rPr>
          <w:rFonts w:cs="Calibri"/>
        </w:rPr>
        <w:t>l’utilizzo del proprio indirizzo e-mail</w:t>
      </w:r>
      <w:r w:rsidRPr="00E10FC4">
        <w:rPr>
          <w:rFonts w:cs="Calibri"/>
        </w:rPr>
        <w:t>;</w:t>
      </w:r>
    </w:p>
    <w:p w14:paraId="6A1CE316" w14:textId="22B03453" w:rsidR="00E10FC4" w:rsidRDefault="00E10FC4" w:rsidP="00E10FC4">
      <w:pPr>
        <w:pStyle w:val="Paragrafoelenco"/>
        <w:spacing w:before="120" w:after="120"/>
        <w:ind w:left="680"/>
        <w:jc w:val="both"/>
        <w:rPr>
          <w:rFonts w:cs="Calibri"/>
        </w:rPr>
      </w:pPr>
      <w:r w:rsidRPr="00E10FC4">
        <w:rPr>
          <w:rFonts w:ascii="Cambria Math" w:hAnsi="Cambria Math" w:cs="Cambria Math"/>
        </w:rPr>
        <w:t>⃞</w:t>
      </w:r>
      <w:r w:rsidRPr="00E10FC4">
        <w:rPr>
          <w:rFonts w:cs="Calibri"/>
        </w:rPr>
        <w:t xml:space="preserve"> </w:t>
      </w:r>
      <w:r>
        <w:rPr>
          <w:rFonts w:cs="Calibri"/>
        </w:rPr>
        <w:t xml:space="preserve">di </w:t>
      </w:r>
      <w:r w:rsidRPr="00E10FC4">
        <w:rPr>
          <w:rFonts w:cs="Calibri"/>
        </w:rPr>
        <w:t>non acconsentire al</w:t>
      </w:r>
      <w:r>
        <w:rPr>
          <w:rFonts w:cs="Calibri"/>
        </w:rPr>
        <w:t>l’utilizzo del proprio indirizzo e-mail</w:t>
      </w:r>
      <w:r w:rsidR="001E37C1">
        <w:rPr>
          <w:rFonts w:cs="Calibri"/>
        </w:rPr>
        <w:t>;</w:t>
      </w:r>
    </w:p>
    <w:p w14:paraId="54AD9DC6" w14:textId="77777777" w:rsidR="00BB2BA1" w:rsidRDefault="00BB2BA1" w:rsidP="00E10FC4">
      <w:pPr>
        <w:pStyle w:val="Paragrafoelenco"/>
        <w:spacing w:before="120" w:after="120"/>
        <w:ind w:left="680"/>
        <w:jc w:val="both"/>
        <w:rPr>
          <w:rFonts w:cs="Calibri"/>
        </w:rPr>
      </w:pPr>
    </w:p>
    <w:p w14:paraId="61C59E9F" w14:textId="595A6EE0" w:rsidR="00BB2BA1" w:rsidRPr="006F0CB8" w:rsidRDefault="00735695" w:rsidP="006F0CB8">
      <w:pPr>
        <w:pStyle w:val="Paragrafoelenco"/>
        <w:spacing w:before="120" w:after="120"/>
        <w:ind w:left="680"/>
        <w:jc w:val="center"/>
        <w:rPr>
          <w:rFonts w:cs="Calibri"/>
          <w:b/>
          <w:bCs/>
        </w:rPr>
      </w:pPr>
      <w:r w:rsidRPr="006F0CB8">
        <w:rPr>
          <w:rFonts w:cs="Calibri"/>
          <w:b/>
          <w:bCs/>
        </w:rPr>
        <w:t>e</w:t>
      </w:r>
      <w:r w:rsidR="00153797" w:rsidRPr="006F0CB8">
        <w:rPr>
          <w:rFonts w:cs="Calibri"/>
          <w:b/>
          <w:bCs/>
        </w:rPr>
        <w:t xml:space="preserve"> SI IMPEGNA</w:t>
      </w:r>
    </w:p>
    <w:p w14:paraId="14A6B87D" w14:textId="77777777" w:rsidR="00153797" w:rsidRDefault="00153797" w:rsidP="00E10FC4">
      <w:pPr>
        <w:pStyle w:val="Paragrafoelenco"/>
        <w:spacing w:before="120" w:after="120"/>
        <w:ind w:left="680"/>
        <w:jc w:val="both"/>
        <w:rPr>
          <w:rFonts w:cs="Calibri"/>
        </w:rPr>
      </w:pPr>
    </w:p>
    <w:p w14:paraId="539009DF" w14:textId="435A9DD7" w:rsidR="00153797" w:rsidRPr="00E10FC4" w:rsidRDefault="2D730D64" w:rsidP="006F0CB8">
      <w:pPr>
        <w:pStyle w:val="Paragrafoelenco"/>
        <w:spacing w:before="120" w:after="120"/>
        <w:ind w:left="0"/>
        <w:jc w:val="both"/>
        <w:rPr>
          <w:rFonts w:cs="Calibri"/>
        </w:rPr>
      </w:pPr>
      <w:r w:rsidRPr="22C7D6FE">
        <w:rPr>
          <w:rFonts w:cs="Calibri"/>
        </w:rPr>
        <w:t>a partecipare</w:t>
      </w:r>
      <w:r w:rsidR="1254BED0" w:rsidRPr="22C7D6FE">
        <w:rPr>
          <w:rFonts w:cs="Calibri"/>
        </w:rPr>
        <w:t>, di persona o tramite un proprio rappresentante,</w:t>
      </w:r>
      <w:r w:rsidRPr="22C7D6FE">
        <w:rPr>
          <w:rFonts w:cs="Calibri"/>
        </w:rPr>
        <w:t xml:space="preserve"> agli appuntamenti di promozione dei libri finalisti organizzati dal Comitato Promotore, nonché alla cerimonia di premiazione organizzata nell’ambito del Trieste </w:t>
      </w:r>
      <w:proofErr w:type="spellStart"/>
      <w:r w:rsidRPr="22C7D6FE">
        <w:rPr>
          <w:rFonts w:cs="Calibri"/>
        </w:rPr>
        <w:t>Science+Fiction</w:t>
      </w:r>
      <w:proofErr w:type="spellEnd"/>
      <w:r w:rsidRPr="22C7D6FE">
        <w:rPr>
          <w:rFonts w:cs="Calibri"/>
        </w:rPr>
        <w:t xml:space="preserve"> Festival 2025, </w:t>
      </w:r>
      <w:r w:rsidR="7FB11D64" w:rsidRPr="22C7D6FE">
        <w:rPr>
          <w:rFonts w:asciiTheme="minorHAnsi" w:hAnsiTheme="minorHAnsi" w:cstheme="minorBidi"/>
        </w:rPr>
        <w:t>qualora la propria opera sia inclusa dalla Giuria d</w:t>
      </w:r>
      <w:r w:rsidR="05D211F3" w:rsidRPr="22C7D6FE">
        <w:rPr>
          <w:rFonts w:asciiTheme="minorHAnsi" w:hAnsiTheme="minorHAnsi" w:cstheme="minorBidi"/>
        </w:rPr>
        <w:t>egli</w:t>
      </w:r>
      <w:r w:rsidR="7FB11D64" w:rsidRPr="22C7D6FE">
        <w:rPr>
          <w:rFonts w:asciiTheme="minorHAnsi" w:hAnsiTheme="minorHAnsi" w:cstheme="minorBidi"/>
        </w:rPr>
        <w:t xml:space="preserve"> Esperti</w:t>
      </w:r>
      <w:r w:rsidR="64347F14" w:rsidRPr="22C7D6FE">
        <w:rPr>
          <w:rFonts w:asciiTheme="minorHAnsi" w:hAnsiTheme="minorHAnsi" w:cstheme="minorBidi"/>
        </w:rPr>
        <w:t xml:space="preserve"> e delle Esperte </w:t>
      </w:r>
      <w:r w:rsidR="7FB11D64" w:rsidRPr="22C7D6FE">
        <w:rPr>
          <w:rFonts w:asciiTheme="minorHAnsi" w:hAnsiTheme="minorHAnsi" w:cstheme="minorBidi"/>
        </w:rPr>
        <w:t>nella terna dei libri finalisti</w:t>
      </w:r>
      <w:r w:rsidR="7D707FB3" w:rsidRPr="22C7D6FE">
        <w:rPr>
          <w:rFonts w:cs="Calibri"/>
        </w:rPr>
        <w:t>.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695"/>
        <w:gridCol w:w="4944"/>
      </w:tblGrid>
      <w:tr w:rsidR="004D11C9" w:rsidRPr="00126BBB" w14:paraId="293E99B5" w14:textId="77777777" w:rsidTr="00EE230B">
        <w:trPr>
          <w:trHeight w:val="1207"/>
          <w:jc w:val="center"/>
        </w:trPr>
        <w:tc>
          <w:tcPr>
            <w:tcW w:w="4695" w:type="dxa"/>
            <w:shd w:val="clear" w:color="auto" w:fill="auto"/>
          </w:tcPr>
          <w:p w14:paraId="4CC052BC" w14:textId="77777777" w:rsidR="004D11C9" w:rsidRPr="00126BBB" w:rsidRDefault="004D11C9" w:rsidP="005C0697">
            <w:pPr>
              <w:spacing w:after="120"/>
              <w:ind w:left="426" w:hanging="426"/>
              <w:contextualSpacing/>
              <w:rPr>
                <w:rFonts w:cs="Calibri"/>
                <w:iCs/>
              </w:rPr>
            </w:pPr>
            <w:r w:rsidRPr="00126BBB">
              <w:rPr>
                <w:rFonts w:cs="Calibri"/>
                <w:iCs/>
              </w:rPr>
              <w:lastRenderedPageBreak/>
              <w:t>Luogo, gg/mm/</w:t>
            </w:r>
            <w:proofErr w:type="spellStart"/>
            <w:r w:rsidRPr="00126BBB">
              <w:rPr>
                <w:rFonts w:cs="Calibri"/>
                <w:iCs/>
              </w:rPr>
              <w:t>aaaa</w:t>
            </w:r>
            <w:proofErr w:type="spellEnd"/>
          </w:p>
          <w:p w14:paraId="0932CF17" w14:textId="77777777" w:rsidR="004D11C9" w:rsidRPr="00126BBB" w:rsidRDefault="004D11C9" w:rsidP="005C0697">
            <w:pPr>
              <w:spacing w:after="120"/>
              <w:ind w:left="426" w:hanging="426"/>
              <w:rPr>
                <w:rFonts w:cs="Calibri"/>
                <w:i/>
              </w:rPr>
            </w:pPr>
          </w:p>
        </w:tc>
        <w:tc>
          <w:tcPr>
            <w:tcW w:w="4944" w:type="dxa"/>
            <w:shd w:val="clear" w:color="auto" w:fill="auto"/>
          </w:tcPr>
          <w:p w14:paraId="7D3F6232" w14:textId="4C4B1ABD" w:rsidR="004D11C9" w:rsidRPr="00126BBB" w:rsidRDefault="004D11C9" w:rsidP="005C0697">
            <w:pPr>
              <w:spacing w:after="120"/>
              <w:ind w:left="426" w:hanging="426"/>
              <w:jc w:val="center"/>
              <w:rPr>
                <w:rFonts w:cs="Calibri"/>
                <w:iCs/>
              </w:rPr>
            </w:pPr>
            <w:r w:rsidRPr="00126BBB">
              <w:rPr>
                <w:rFonts w:cs="Calibri"/>
                <w:iCs/>
              </w:rPr>
              <w:t xml:space="preserve">Nome </w:t>
            </w:r>
            <w:r w:rsidR="00EE230B">
              <w:rPr>
                <w:rFonts w:cs="Calibri"/>
                <w:iCs/>
              </w:rPr>
              <w:t>e c</w:t>
            </w:r>
            <w:r w:rsidRPr="00126BBB">
              <w:rPr>
                <w:rFonts w:cs="Calibri"/>
                <w:iCs/>
              </w:rPr>
              <w:t>ognome</w:t>
            </w:r>
          </w:p>
          <w:p w14:paraId="39734185" w14:textId="7A4144EF" w:rsidR="004D11C9" w:rsidRPr="00126BBB" w:rsidRDefault="004D11C9" w:rsidP="005C0697">
            <w:pPr>
              <w:spacing w:after="120"/>
              <w:ind w:left="426" w:hanging="426"/>
              <w:jc w:val="center"/>
              <w:rPr>
                <w:rFonts w:cs="Calibri"/>
                <w:i/>
              </w:rPr>
            </w:pPr>
            <w:r w:rsidRPr="00126BBB">
              <w:rPr>
                <w:rFonts w:cs="Calibri"/>
                <w:iCs/>
              </w:rPr>
              <w:t>FIRMA</w:t>
            </w:r>
            <w:r w:rsidR="00F56C8D">
              <w:rPr>
                <w:rStyle w:val="Rimandonotaapidipagina"/>
                <w:rFonts w:cs="Calibri"/>
                <w:iCs/>
              </w:rPr>
              <w:footnoteReference w:id="6"/>
            </w:r>
          </w:p>
          <w:p w14:paraId="05B91A9D" w14:textId="1C4E1325" w:rsidR="004D11C9" w:rsidRPr="00126BBB" w:rsidRDefault="004D11C9" w:rsidP="005C0697">
            <w:pPr>
              <w:spacing w:after="120"/>
              <w:ind w:left="426" w:hanging="426"/>
              <w:jc w:val="center"/>
              <w:rPr>
                <w:rFonts w:cs="Calibri"/>
                <w:i/>
              </w:rPr>
            </w:pPr>
            <w:r w:rsidRPr="00126BBB">
              <w:rPr>
                <w:rFonts w:cs="Calibri"/>
                <w:i/>
              </w:rPr>
              <w:t>_______________________________</w:t>
            </w:r>
          </w:p>
        </w:tc>
      </w:tr>
      <w:bookmarkEnd w:id="0"/>
    </w:tbl>
    <w:p w14:paraId="2319E42D" w14:textId="448FA215" w:rsidR="004D11C9" w:rsidRDefault="004D11C9" w:rsidP="00EE23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618"/>
        <w:rPr>
          <w:rFonts w:cs="Calibri"/>
        </w:rPr>
      </w:pPr>
    </w:p>
    <w:sectPr w:rsidR="004D11C9" w:rsidSect="004920A6"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6" w:h="16838"/>
      <w:pgMar w:top="1276" w:right="1080" w:bottom="993" w:left="1080" w:header="426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BE21A" w14:textId="77777777" w:rsidR="00FA2F05" w:rsidRDefault="00FA2F05" w:rsidP="00EA00D8">
      <w:pPr>
        <w:spacing w:after="0" w:line="240" w:lineRule="auto"/>
      </w:pPr>
      <w:r>
        <w:separator/>
      </w:r>
    </w:p>
  </w:endnote>
  <w:endnote w:type="continuationSeparator" w:id="0">
    <w:p w14:paraId="270E15D9" w14:textId="77777777" w:rsidR="00FA2F05" w:rsidRDefault="00FA2F05" w:rsidP="00EA00D8">
      <w:pPr>
        <w:spacing w:after="0" w:line="240" w:lineRule="auto"/>
      </w:pPr>
      <w:r>
        <w:continuationSeparator/>
      </w:r>
    </w:p>
  </w:endnote>
  <w:endnote w:type="continuationNotice" w:id="1">
    <w:p w14:paraId="6E707A52" w14:textId="77777777" w:rsidR="00FA2F05" w:rsidRDefault="00FA2F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926850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50CFE5A" w14:textId="62462ADB" w:rsidR="006D3D82" w:rsidRPr="00F56C8D" w:rsidRDefault="006D3D82">
        <w:pPr>
          <w:pStyle w:val="Pidipagina"/>
          <w:jc w:val="center"/>
          <w:rPr>
            <w:sz w:val="18"/>
            <w:szCs w:val="18"/>
          </w:rPr>
        </w:pPr>
        <w:r w:rsidRPr="00F56C8D">
          <w:rPr>
            <w:sz w:val="18"/>
            <w:szCs w:val="18"/>
          </w:rPr>
          <w:fldChar w:fldCharType="begin"/>
        </w:r>
        <w:r w:rsidRPr="00F56C8D">
          <w:rPr>
            <w:sz w:val="18"/>
            <w:szCs w:val="18"/>
          </w:rPr>
          <w:instrText>PAGE   \* MERGEFORMAT</w:instrText>
        </w:r>
        <w:r w:rsidRPr="00F56C8D">
          <w:rPr>
            <w:sz w:val="18"/>
            <w:szCs w:val="18"/>
          </w:rPr>
          <w:fldChar w:fldCharType="separate"/>
        </w:r>
        <w:r w:rsidRPr="00F56C8D">
          <w:rPr>
            <w:sz w:val="18"/>
            <w:szCs w:val="18"/>
          </w:rPr>
          <w:t>2</w:t>
        </w:r>
        <w:r w:rsidRPr="00F56C8D">
          <w:rPr>
            <w:sz w:val="18"/>
            <w:szCs w:val="18"/>
          </w:rPr>
          <w:fldChar w:fldCharType="end"/>
        </w:r>
      </w:p>
    </w:sdtContent>
  </w:sdt>
  <w:p w14:paraId="6D2D142D" w14:textId="77777777" w:rsidR="006D3D82" w:rsidRDefault="006D3D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1490557"/>
      <w:docPartObj>
        <w:docPartGallery w:val="Page Numbers (Bottom of Page)"/>
        <w:docPartUnique/>
      </w:docPartObj>
    </w:sdtPr>
    <w:sdtContent>
      <w:p w14:paraId="77372ABB" w14:textId="766D88D0" w:rsidR="006D3D82" w:rsidRPr="008A5E61" w:rsidRDefault="006D3D82" w:rsidP="006D3D82">
        <w:pPr>
          <w:tabs>
            <w:tab w:val="left" w:pos="5670"/>
          </w:tabs>
          <w:spacing w:line="260" w:lineRule="exact"/>
          <w:jc w:val="both"/>
          <w:rPr>
            <w:rFonts w:asciiTheme="minorHAnsi" w:eastAsiaTheme="minorEastAsia" w:hAnsiTheme="minorHAnsi" w:cstheme="minorBidi"/>
            <w:strike/>
            <w:sz w:val="18"/>
            <w:szCs w:val="18"/>
            <w:u w:val="single"/>
            <w:lang w:eastAsia="it-IT"/>
          </w:rPr>
        </w:pPr>
      </w:p>
      <w:p w14:paraId="33B9F575" w14:textId="77777777" w:rsidR="006D3D82" w:rsidRDefault="006D3D82" w:rsidP="006D3D82">
        <w:pPr>
          <w:pStyle w:val="Pidipagina"/>
        </w:pPr>
      </w:p>
      <w:p w14:paraId="1EF95E0F" w14:textId="000A6632" w:rsidR="006D3D82" w:rsidRDefault="006D3D82">
        <w:pPr>
          <w:pStyle w:val="Pidipagina"/>
          <w:jc w:val="center"/>
        </w:pPr>
      </w:p>
      <w:p w14:paraId="20B67016" w14:textId="64AB6973" w:rsidR="006D3D82" w:rsidRDefault="006D3D8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13866B" w14:textId="77777777" w:rsidR="006D3D82" w:rsidRDefault="006D3D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6766A" w14:textId="77777777" w:rsidR="00FA2F05" w:rsidRDefault="00FA2F05" w:rsidP="00EA00D8">
      <w:pPr>
        <w:spacing w:after="0" w:line="240" w:lineRule="auto"/>
      </w:pPr>
      <w:r>
        <w:separator/>
      </w:r>
    </w:p>
  </w:footnote>
  <w:footnote w:type="continuationSeparator" w:id="0">
    <w:p w14:paraId="63CCAE1F" w14:textId="77777777" w:rsidR="00FA2F05" w:rsidRDefault="00FA2F05" w:rsidP="00EA00D8">
      <w:pPr>
        <w:spacing w:after="0" w:line="240" w:lineRule="auto"/>
      </w:pPr>
      <w:r>
        <w:continuationSeparator/>
      </w:r>
    </w:p>
  </w:footnote>
  <w:footnote w:type="continuationNotice" w:id="1">
    <w:p w14:paraId="550B859F" w14:textId="77777777" w:rsidR="00FA2F05" w:rsidRDefault="00FA2F05">
      <w:pPr>
        <w:spacing w:after="0" w:line="240" w:lineRule="auto"/>
      </w:pPr>
    </w:p>
  </w:footnote>
  <w:footnote w:id="2">
    <w:p w14:paraId="32E8BD36" w14:textId="109D9055" w:rsidR="00F174E0" w:rsidRPr="00E10FC4" w:rsidRDefault="00F174E0" w:rsidP="00E10FC4">
      <w:pPr>
        <w:pStyle w:val="Testonotaapidipagina"/>
        <w:jc w:val="both"/>
        <w:rPr>
          <w:i/>
          <w:iCs/>
        </w:rPr>
      </w:pPr>
      <w:r w:rsidRPr="009A43A8">
        <w:rPr>
          <w:rStyle w:val="Rimandonotaapidipagina"/>
        </w:rPr>
        <w:footnoteRef/>
      </w:r>
      <w:r w:rsidRPr="009A43A8">
        <w:t xml:space="preserve"> </w:t>
      </w:r>
      <w:r w:rsidRPr="00E10FC4">
        <w:rPr>
          <w:i/>
          <w:iCs/>
        </w:rPr>
        <w:t>Indicare necessariamente un indirizzo PEC</w:t>
      </w:r>
      <w:r w:rsidRPr="00E10FC4">
        <w:rPr>
          <w:rFonts w:asciiTheme="minorHAnsi" w:hAnsiTheme="minorHAnsi" w:cstheme="minorHAnsi"/>
          <w:i/>
          <w:iCs/>
          <w:snapToGrid w:val="0"/>
          <w:sz w:val="22"/>
          <w:szCs w:val="22"/>
        </w:rPr>
        <w:t xml:space="preserve"> </w:t>
      </w:r>
      <w:r w:rsidRPr="00E10FC4">
        <w:rPr>
          <w:i/>
          <w:iCs/>
        </w:rPr>
        <w:t xml:space="preserve">rilasciato a nome della casa editrice partecipante o di un suo referente. </w:t>
      </w:r>
    </w:p>
  </w:footnote>
  <w:footnote w:id="3">
    <w:p w14:paraId="2A30BC46" w14:textId="559AFF66" w:rsidR="005B5A3C" w:rsidRPr="00E10FC4" w:rsidRDefault="00F174E0" w:rsidP="00E10FC4">
      <w:pPr>
        <w:pStyle w:val="Testonotaapidipagina"/>
        <w:jc w:val="both"/>
        <w:rPr>
          <w:i/>
          <w:iCs/>
        </w:rPr>
      </w:pPr>
      <w:r w:rsidRPr="00E10FC4">
        <w:rPr>
          <w:rStyle w:val="Rimandonotaapidipagina"/>
          <w:i/>
          <w:iCs/>
        </w:rPr>
        <w:footnoteRef/>
      </w:r>
      <w:r w:rsidRPr="00E10FC4">
        <w:rPr>
          <w:i/>
          <w:iCs/>
        </w:rPr>
        <w:t xml:space="preserve"> Indicare necessariamente un indirizzo PEC</w:t>
      </w:r>
      <w:r w:rsidRPr="00E10FC4">
        <w:rPr>
          <w:rFonts w:asciiTheme="minorHAnsi" w:hAnsiTheme="minorHAnsi" w:cstheme="minorHAnsi"/>
          <w:i/>
          <w:iCs/>
          <w:snapToGrid w:val="0"/>
          <w:sz w:val="22"/>
          <w:szCs w:val="22"/>
        </w:rPr>
        <w:t xml:space="preserve"> </w:t>
      </w:r>
      <w:r w:rsidRPr="00E10FC4">
        <w:rPr>
          <w:i/>
          <w:iCs/>
        </w:rPr>
        <w:t xml:space="preserve">rilasciato a nome </w:t>
      </w:r>
      <w:r w:rsidR="005B5A3C" w:rsidRPr="00E10FC4">
        <w:rPr>
          <w:i/>
          <w:iCs/>
        </w:rPr>
        <w:t>dell’autore partecipante</w:t>
      </w:r>
      <w:r w:rsidRPr="00E10FC4">
        <w:rPr>
          <w:i/>
          <w:iCs/>
        </w:rPr>
        <w:t xml:space="preserve">. </w:t>
      </w:r>
    </w:p>
  </w:footnote>
  <w:footnote w:id="4">
    <w:p w14:paraId="26E03323" w14:textId="78356CC6" w:rsidR="005B5A3C" w:rsidRPr="00E10FC4" w:rsidRDefault="005B5A3C" w:rsidP="74168D98">
      <w:pPr>
        <w:pStyle w:val="Testonotaapidipagina"/>
        <w:jc w:val="both"/>
        <w:rPr>
          <w:i/>
          <w:iCs/>
        </w:rPr>
      </w:pPr>
      <w:r w:rsidRPr="74168D98">
        <w:rPr>
          <w:rStyle w:val="Rimandonotaapidipagina"/>
          <w:i/>
          <w:iCs/>
        </w:rPr>
        <w:footnoteRef/>
      </w:r>
      <w:r w:rsidR="74168D98" w:rsidRPr="74168D98">
        <w:rPr>
          <w:i/>
          <w:iCs/>
        </w:rPr>
        <w:t xml:space="preserve"> Ciascun editore può partecipare al Premio candidando fino a un massimo di due titoli; ciascun autore può, invece, partecipare presentando un unico titolo.</w:t>
      </w:r>
    </w:p>
  </w:footnote>
  <w:footnote w:id="5">
    <w:p w14:paraId="1CA4FE6F" w14:textId="4D45FD9E" w:rsidR="00EA5E0C" w:rsidRPr="00E10FC4" w:rsidRDefault="00EA5E0C" w:rsidP="00EA5E0C">
      <w:pPr>
        <w:spacing w:after="12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shd w:val="clear" w:color="auto" w:fill="FFFFFF"/>
        </w:rPr>
      </w:pPr>
      <w:r>
        <w:rPr>
          <w:rStyle w:val="Rimandonotaapidipagina"/>
        </w:rPr>
        <w:footnoteRef/>
      </w:r>
      <w:r>
        <w:rPr>
          <w:rFonts w:asciiTheme="minorHAnsi" w:hAnsiTheme="minorHAnsi" w:cstheme="minorHAnsi"/>
          <w:bCs/>
          <w:color w:val="000000"/>
          <w:shd w:val="clear" w:color="auto" w:fill="FFFFFF"/>
        </w:rPr>
        <w:t xml:space="preserve"> </w:t>
      </w:r>
      <w:r w:rsidRPr="00E10FC4">
        <w:rPr>
          <w:rFonts w:asciiTheme="minorHAnsi" w:hAnsiTheme="minorHAnsi" w:cstheme="minorHAnsi"/>
          <w:bCs/>
          <w:i/>
          <w:iCs/>
          <w:color w:val="000000"/>
          <w:sz w:val="20"/>
          <w:szCs w:val="20"/>
          <w:shd w:val="clear" w:color="auto" w:fill="FFFFFF"/>
        </w:rPr>
        <w:t xml:space="preserve">Ciascun libro deve recare la specificazione della </w:t>
      </w:r>
      <w:bookmarkStart w:id="4" w:name="_Hlk163667750"/>
      <w:r w:rsidRPr="00E10FC4">
        <w:rPr>
          <w:rFonts w:asciiTheme="minorHAnsi" w:hAnsiTheme="minorHAnsi" w:cstheme="minorHAnsi"/>
          <w:bCs/>
          <w:i/>
          <w:iCs/>
          <w:color w:val="000000"/>
          <w:sz w:val="20"/>
          <w:szCs w:val="20"/>
          <w:shd w:val="clear" w:color="auto" w:fill="FFFFFF"/>
        </w:rPr>
        <w:t xml:space="preserve">data di stampa della prima edizione (anno e mese) </w:t>
      </w:r>
      <w:bookmarkEnd w:id="4"/>
      <w:r w:rsidRPr="00E10FC4">
        <w:rPr>
          <w:rFonts w:asciiTheme="minorHAnsi" w:hAnsiTheme="minorHAnsi" w:cstheme="minorHAnsi"/>
          <w:bCs/>
          <w:i/>
          <w:iCs/>
          <w:color w:val="000000"/>
          <w:sz w:val="20"/>
          <w:szCs w:val="20"/>
          <w:shd w:val="clear" w:color="auto" w:fill="FFFFFF"/>
        </w:rPr>
        <w:t xml:space="preserve">o, in mancanza, deve essere accompagnato da un’apposita dichiarazione rilasciata sotto la responsabilità dell’editore che ne attesti l’edizione e l’epoca di pubblicazione. </w:t>
      </w:r>
    </w:p>
  </w:footnote>
  <w:footnote w:id="6">
    <w:p w14:paraId="34FE8481" w14:textId="0AE81B55" w:rsidR="00F56C8D" w:rsidRPr="00E10FC4" w:rsidRDefault="00F56C8D">
      <w:pPr>
        <w:pStyle w:val="Testonotaapidipagina"/>
        <w:rPr>
          <w:i/>
          <w:iCs/>
        </w:rPr>
      </w:pPr>
      <w:r w:rsidRPr="00E10FC4">
        <w:rPr>
          <w:rStyle w:val="Rimandonotaapidipagina"/>
          <w:i/>
          <w:iCs/>
        </w:rPr>
        <w:footnoteRef/>
      </w:r>
      <w:r w:rsidRPr="00E10FC4">
        <w:rPr>
          <w:i/>
          <w:iCs/>
        </w:rPr>
        <w:t xml:space="preserve"> </w:t>
      </w:r>
      <w:r w:rsidR="00177074" w:rsidRPr="00E10FC4">
        <w:rPr>
          <w:i/>
          <w:iCs/>
        </w:rPr>
        <w:t>Autografa o digitale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2C6DA" w14:textId="0BF41D41" w:rsidR="001D0F8B" w:rsidRDefault="001D0F8B" w:rsidP="001D0F8B">
    <w:pPr>
      <w:pStyle w:val="Intestazione"/>
      <w:jc w:val="center"/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3A81" w14:textId="77777777" w:rsidR="00E23DD6" w:rsidRDefault="00E23DD6" w:rsidP="003F1200">
    <w:pPr>
      <w:pStyle w:val="Intestazione"/>
      <w:jc w:val="center"/>
      <w:rPr>
        <w:i/>
        <w:iCs/>
      </w:rPr>
    </w:pPr>
  </w:p>
  <w:p w14:paraId="65F7CB21" w14:textId="3F4B44C5" w:rsidR="00AA6130" w:rsidRPr="00E23DD6" w:rsidRDefault="005776A4" w:rsidP="003F1200">
    <w:pPr>
      <w:pStyle w:val="Intestazione"/>
      <w:jc w:val="center"/>
      <w:rPr>
        <w:i/>
        <w:iCs/>
      </w:rPr>
    </w:pPr>
    <w:r w:rsidRPr="00E23DD6">
      <w:rPr>
        <w:i/>
        <w:iCs/>
      </w:rPr>
      <w:t>Facsimile (</w:t>
    </w:r>
    <w:r w:rsidR="003F1200" w:rsidRPr="00E23DD6">
      <w:rPr>
        <w:i/>
        <w:iCs/>
      </w:rPr>
      <w:t>eliminare prima dell’invio della domanda)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8C6"/>
    <w:multiLevelType w:val="hybridMultilevel"/>
    <w:tmpl w:val="F3E0A3F8"/>
    <w:lvl w:ilvl="0" w:tplc="975AFD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37D"/>
    <w:multiLevelType w:val="hybridMultilevel"/>
    <w:tmpl w:val="A12EF5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E4D26"/>
    <w:multiLevelType w:val="hybridMultilevel"/>
    <w:tmpl w:val="BAA03A5C"/>
    <w:lvl w:ilvl="0" w:tplc="50D8E2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50C88"/>
    <w:multiLevelType w:val="hybridMultilevel"/>
    <w:tmpl w:val="2284A936"/>
    <w:lvl w:ilvl="0" w:tplc="047A05FE">
      <w:numFmt w:val="bullet"/>
      <w:lvlText w:val="⃞"/>
      <w:lvlJc w:val="left"/>
      <w:pPr>
        <w:ind w:left="1214" w:hanging="360"/>
      </w:pPr>
      <w:rPr>
        <w:rFonts w:ascii="Yu Gothic UI Semilight" w:eastAsia="Yu Gothic UI Semilight" w:hAnsi="Yu Gothic UI Semilight" w:cs="Times New Roman" w:hint="eastAsia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4" w15:restartNumberingAfterBreak="0">
    <w:nsid w:val="100D710F"/>
    <w:multiLevelType w:val="hybridMultilevel"/>
    <w:tmpl w:val="F63C2350"/>
    <w:lvl w:ilvl="0" w:tplc="047A05FE">
      <w:numFmt w:val="bullet"/>
      <w:lvlText w:val="⃞"/>
      <w:lvlJc w:val="left"/>
      <w:pPr>
        <w:ind w:left="720" w:hanging="360"/>
      </w:pPr>
      <w:rPr>
        <w:rFonts w:ascii="Yu Gothic UI Semilight" w:eastAsia="Yu Gothic UI Semilight" w:hAnsi="Yu Gothic UI Semilight" w:cs="Times New Roman"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B64DE"/>
    <w:multiLevelType w:val="hybridMultilevel"/>
    <w:tmpl w:val="5852CD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85885"/>
    <w:multiLevelType w:val="hybridMultilevel"/>
    <w:tmpl w:val="E404F2A2"/>
    <w:lvl w:ilvl="0" w:tplc="49E0A0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06DFB"/>
    <w:multiLevelType w:val="hybridMultilevel"/>
    <w:tmpl w:val="1C065474"/>
    <w:lvl w:ilvl="0" w:tplc="F7CE5CF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7CD02"/>
    <w:multiLevelType w:val="hybridMultilevel"/>
    <w:tmpl w:val="14E61062"/>
    <w:lvl w:ilvl="0" w:tplc="BE88EFF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9A646A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9EF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A45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C3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9E1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F0B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027F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EAEE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03664"/>
    <w:multiLevelType w:val="hybridMultilevel"/>
    <w:tmpl w:val="900CAC6C"/>
    <w:lvl w:ilvl="0" w:tplc="D0FC04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371DD"/>
    <w:multiLevelType w:val="hybridMultilevel"/>
    <w:tmpl w:val="03005DA4"/>
    <w:lvl w:ilvl="0" w:tplc="FFFFFFFF">
      <w:start w:val="1"/>
      <w:numFmt w:val="bullet"/>
      <w:lvlText w:val="⃞"/>
      <w:lvlJc w:val="left"/>
      <w:pPr>
        <w:ind w:left="720" w:hanging="360"/>
      </w:pPr>
      <w:rPr>
        <w:rFonts w:ascii="Yu Gothic UI Semilight" w:hAnsi="Yu Gothic UI Semi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A4228"/>
    <w:multiLevelType w:val="hybridMultilevel"/>
    <w:tmpl w:val="C95A0B8C"/>
    <w:lvl w:ilvl="0" w:tplc="B186D97A"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552064"/>
    <w:multiLevelType w:val="hybridMultilevel"/>
    <w:tmpl w:val="6720AA7A"/>
    <w:lvl w:ilvl="0" w:tplc="AC328A2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8C226C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7E7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492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0406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58E2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FA13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3E14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1AEF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9C521"/>
    <w:multiLevelType w:val="hybridMultilevel"/>
    <w:tmpl w:val="0E3C7370"/>
    <w:lvl w:ilvl="0" w:tplc="195670CC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430C9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09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AACB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CA90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D83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4A32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0676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70F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F6DB2"/>
    <w:multiLevelType w:val="hybridMultilevel"/>
    <w:tmpl w:val="5852CD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3109E"/>
    <w:multiLevelType w:val="hybridMultilevel"/>
    <w:tmpl w:val="69A2C7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B94AC2"/>
    <w:multiLevelType w:val="hybridMultilevel"/>
    <w:tmpl w:val="1A96687C"/>
    <w:lvl w:ilvl="0" w:tplc="C0307B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F7E4D"/>
    <w:multiLevelType w:val="hybridMultilevel"/>
    <w:tmpl w:val="CF2A0B9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E42035"/>
    <w:multiLevelType w:val="hybridMultilevel"/>
    <w:tmpl w:val="727ED4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color w:val="7F7F7F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10297"/>
    <w:multiLevelType w:val="hybridMultilevel"/>
    <w:tmpl w:val="2C10B522"/>
    <w:lvl w:ilvl="0" w:tplc="50D8E20C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42ED417"/>
    <w:multiLevelType w:val="hybridMultilevel"/>
    <w:tmpl w:val="5EDA4094"/>
    <w:lvl w:ilvl="0" w:tplc="BE4AA14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22FC8A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0A8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8CA0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D29C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0809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84C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14E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646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55124"/>
    <w:multiLevelType w:val="hybridMultilevel"/>
    <w:tmpl w:val="5498CC9A"/>
    <w:lvl w:ilvl="0" w:tplc="0410000F">
      <w:start w:val="1"/>
      <w:numFmt w:val="decimal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70415950">
    <w:abstractNumId w:val="20"/>
  </w:num>
  <w:num w:numId="2" w16cid:durableId="1070493809">
    <w:abstractNumId w:val="8"/>
  </w:num>
  <w:num w:numId="3" w16cid:durableId="1570924193">
    <w:abstractNumId w:val="13"/>
  </w:num>
  <w:num w:numId="4" w16cid:durableId="1547183189">
    <w:abstractNumId w:val="12"/>
  </w:num>
  <w:num w:numId="5" w16cid:durableId="938878089">
    <w:abstractNumId w:val="15"/>
  </w:num>
  <w:num w:numId="6" w16cid:durableId="2049602449">
    <w:abstractNumId w:val="10"/>
  </w:num>
  <w:num w:numId="7" w16cid:durableId="1146363502">
    <w:abstractNumId w:val="2"/>
  </w:num>
  <w:num w:numId="8" w16cid:durableId="216476511">
    <w:abstractNumId w:val="9"/>
  </w:num>
  <w:num w:numId="9" w16cid:durableId="1339505157">
    <w:abstractNumId w:val="3"/>
  </w:num>
  <w:num w:numId="10" w16cid:durableId="1474828970">
    <w:abstractNumId w:val="18"/>
  </w:num>
  <w:num w:numId="11" w16cid:durableId="245578388">
    <w:abstractNumId w:val="4"/>
  </w:num>
  <w:num w:numId="12" w16cid:durableId="2141678352">
    <w:abstractNumId w:val="5"/>
  </w:num>
  <w:num w:numId="13" w16cid:durableId="620764514">
    <w:abstractNumId w:val="14"/>
  </w:num>
  <w:num w:numId="14" w16cid:durableId="782651060">
    <w:abstractNumId w:val="1"/>
  </w:num>
  <w:num w:numId="15" w16cid:durableId="121315552">
    <w:abstractNumId w:val="19"/>
  </w:num>
  <w:num w:numId="16" w16cid:durableId="381366434">
    <w:abstractNumId w:val="21"/>
  </w:num>
  <w:num w:numId="17" w16cid:durableId="1138766437">
    <w:abstractNumId w:val="7"/>
  </w:num>
  <w:num w:numId="18" w16cid:durableId="753087659">
    <w:abstractNumId w:val="11"/>
  </w:num>
  <w:num w:numId="19" w16cid:durableId="1487479811">
    <w:abstractNumId w:val="0"/>
  </w:num>
  <w:num w:numId="20" w16cid:durableId="1662735737">
    <w:abstractNumId w:val="16"/>
  </w:num>
  <w:num w:numId="21" w16cid:durableId="374893073">
    <w:abstractNumId w:val="17"/>
  </w:num>
  <w:num w:numId="22" w16cid:durableId="52182175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340"/>
  <w:hyphenationZone w:val="283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1DA"/>
    <w:rsid w:val="000005F7"/>
    <w:rsid w:val="0000154E"/>
    <w:rsid w:val="00001F6E"/>
    <w:rsid w:val="000020FA"/>
    <w:rsid w:val="000038D6"/>
    <w:rsid w:val="0000443F"/>
    <w:rsid w:val="0000465F"/>
    <w:rsid w:val="00004B1B"/>
    <w:rsid w:val="00004D32"/>
    <w:rsid w:val="0000615B"/>
    <w:rsid w:val="0000770F"/>
    <w:rsid w:val="000078EF"/>
    <w:rsid w:val="00007C2D"/>
    <w:rsid w:val="000107EF"/>
    <w:rsid w:val="00010B77"/>
    <w:rsid w:val="00011471"/>
    <w:rsid w:val="00011B04"/>
    <w:rsid w:val="00012E32"/>
    <w:rsid w:val="00014676"/>
    <w:rsid w:val="000149C4"/>
    <w:rsid w:val="00014A85"/>
    <w:rsid w:val="00015C51"/>
    <w:rsid w:val="00015D8D"/>
    <w:rsid w:val="00016619"/>
    <w:rsid w:val="000179D7"/>
    <w:rsid w:val="00021071"/>
    <w:rsid w:val="0002132D"/>
    <w:rsid w:val="00024286"/>
    <w:rsid w:val="000245C8"/>
    <w:rsid w:val="00024A46"/>
    <w:rsid w:val="000250C9"/>
    <w:rsid w:val="0002534E"/>
    <w:rsid w:val="00025DF7"/>
    <w:rsid w:val="0002626E"/>
    <w:rsid w:val="00026663"/>
    <w:rsid w:val="00026B3F"/>
    <w:rsid w:val="00026D03"/>
    <w:rsid w:val="00030DDC"/>
    <w:rsid w:val="00031659"/>
    <w:rsid w:val="0003193F"/>
    <w:rsid w:val="00032562"/>
    <w:rsid w:val="00033838"/>
    <w:rsid w:val="00033EDB"/>
    <w:rsid w:val="00034555"/>
    <w:rsid w:val="000347F7"/>
    <w:rsid w:val="00034CC4"/>
    <w:rsid w:val="00034EC3"/>
    <w:rsid w:val="00035F3F"/>
    <w:rsid w:val="0003637C"/>
    <w:rsid w:val="0003672C"/>
    <w:rsid w:val="00036985"/>
    <w:rsid w:val="0003734E"/>
    <w:rsid w:val="00040ECC"/>
    <w:rsid w:val="00041588"/>
    <w:rsid w:val="00043005"/>
    <w:rsid w:val="00044844"/>
    <w:rsid w:val="00045802"/>
    <w:rsid w:val="00047C0C"/>
    <w:rsid w:val="0005097B"/>
    <w:rsid w:val="00050D78"/>
    <w:rsid w:val="00051D81"/>
    <w:rsid w:val="000525B4"/>
    <w:rsid w:val="0005317E"/>
    <w:rsid w:val="00054558"/>
    <w:rsid w:val="00054C3C"/>
    <w:rsid w:val="000557D9"/>
    <w:rsid w:val="0005609C"/>
    <w:rsid w:val="00056827"/>
    <w:rsid w:val="00056972"/>
    <w:rsid w:val="00057AA0"/>
    <w:rsid w:val="00060AE5"/>
    <w:rsid w:val="00062235"/>
    <w:rsid w:val="00062810"/>
    <w:rsid w:val="00062A3A"/>
    <w:rsid w:val="000632BD"/>
    <w:rsid w:val="00063DF9"/>
    <w:rsid w:val="00064898"/>
    <w:rsid w:val="00066901"/>
    <w:rsid w:val="00066DF6"/>
    <w:rsid w:val="000672D7"/>
    <w:rsid w:val="00067B4D"/>
    <w:rsid w:val="00070A3F"/>
    <w:rsid w:val="00070F5E"/>
    <w:rsid w:val="00071A54"/>
    <w:rsid w:val="00072C3E"/>
    <w:rsid w:val="0007330E"/>
    <w:rsid w:val="0007338E"/>
    <w:rsid w:val="00073AC1"/>
    <w:rsid w:val="00073D52"/>
    <w:rsid w:val="00073F62"/>
    <w:rsid w:val="00074561"/>
    <w:rsid w:val="00075290"/>
    <w:rsid w:val="00075339"/>
    <w:rsid w:val="00075F3C"/>
    <w:rsid w:val="00075FC4"/>
    <w:rsid w:val="000769A8"/>
    <w:rsid w:val="00077EB3"/>
    <w:rsid w:val="00080A7A"/>
    <w:rsid w:val="00084000"/>
    <w:rsid w:val="000841C8"/>
    <w:rsid w:val="00084D6B"/>
    <w:rsid w:val="00084EF8"/>
    <w:rsid w:val="00085EA8"/>
    <w:rsid w:val="00087EA5"/>
    <w:rsid w:val="0009127C"/>
    <w:rsid w:val="000921DA"/>
    <w:rsid w:val="0009229A"/>
    <w:rsid w:val="00093367"/>
    <w:rsid w:val="00093E0C"/>
    <w:rsid w:val="00094249"/>
    <w:rsid w:val="0009437D"/>
    <w:rsid w:val="00094C32"/>
    <w:rsid w:val="00094CD9"/>
    <w:rsid w:val="000957F2"/>
    <w:rsid w:val="00096C22"/>
    <w:rsid w:val="0009737A"/>
    <w:rsid w:val="000975F1"/>
    <w:rsid w:val="00097EDE"/>
    <w:rsid w:val="00097FEA"/>
    <w:rsid w:val="000A145A"/>
    <w:rsid w:val="000A1565"/>
    <w:rsid w:val="000A22E4"/>
    <w:rsid w:val="000A245C"/>
    <w:rsid w:val="000A2939"/>
    <w:rsid w:val="000A2D96"/>
    <w:rsid w:val="000A3715"/>
    <w:rsid w:val="000A3E52"/>
    <w:rsid w:val="000A6C7C"/>
    <w:rsid w:val="000A739A"/>
    <w:rsid w:val="000A7F47"/>
    <w:rsid w:val="000B0026"/>
    <w:rsid w:val="000B0596"/>
    <w:rsid w:val="000B0890"/>
    <w:rsid w:val="000B19B2"/>
    <w:rsid w:val="000B1BAC"/>
    <w:rsid w:val="000B348D"/>
    <w:rsid w:val="000B3AE6"/>
    <w:rsid w:val="000B512D"/>
    <w:rsid w:val="000B5415"/>
    <w:rsid w:val="000B5E29"/>
    <w:rsid w:val="000B790A"/>
    <w:rsid w:val="000B7C6E"/>
    <w:rsid w:val="000C1D14"/>
    <w:rsid w:val="000C36F1"/>
    <w:rsid w:val="000C3A0A"/>
    <w:rsid w:val="000C4713"/>
    <w:rsid w:val="000C4913"/>
    <w:rsid w:val="000C6A06"/>
    <w:rsid w:val="000C7940"/>
    <w:rsid w:val="000D0EA4"/>
    <w:rsid w:val="000D0FE7"/>
    <w:rsid w:val="000D36FF"/>
    <w:rsid w:val="000D45E4"/>
    <w:rsid w:val="000D7867"/>
    <w:rsid w:val="000D7D6A"/>
    <w:rsid w:val="000E15B5"/>
    <w:rsid w:val="000E3F50"/>
    <w:rsid w:val="000E470A"/>
    <w:rsid w:val="000E50DC"/>
    <w:rsid w:val="000E5101"/>
    <w:rsid w:val="000E52F8"/>
    <w:rsid w:val="000E637F"/>
    <w:rsid w:val="000E6A1A"/>
    <w:rsid w:val="000E70A4"/>
    <w:rsid w:val="000E7270"/>
    <w:rsid w:val="000E7642"/>
    <w:rsid w:val="000E7737"/>
    <w:rsid w:val="000E78F4"/>
    <w:rsid w:val="000F0362"/>
    <w:rsid w:val="000F0461"/>
    <w:rsid w:val="000F1BC6"/>
    <w:rsid w:val="000F2019"/>
    <w:rsid w:val="000F2751"/>
    <w:rsid w:val="000F29D4"/>
    <w:rsid w:val="000F2CBB"/>
    <w:rsid w:val="000F3B45"/>
    <w:rsid w:val="000F4924"/>
    <w:rsid w:val="000F4E84"/>
    <w:rsid w:val="000F4E8E"/>
    <w:rsid w:val="000F538E"/>
    <w:rsid w:val="000F5BAF"/>
    <w:rsid w:val="000F5F42"/>
    <w:rsid w:val="000F6EB7"/>
    <w:rsid w:val="000F7068"/>
    <w:rsid w:val="000F791E"/>
    <w:rsid w:val="000F7AB8"/>
    <w:rsid w:val="0010084B"/>
    <w:rsid w:val="00101BF2"/>
    <w:rsid w:val="00101F53"/>
    <w:rsid w:val="001029C2"/>
    <w:rsid w:val="001030F2"/>
    <w:rsid w:val="0010393A"/>
    <w:rsid w:val="00103A07"/>
    <w:rsid w:val="00103B85"/>
    <w:rsid w:val="00103DC9"/>
    <w:rsid w:val="001046DB"/>
    <w:rsid w:val="0010574A"/>
    <w:rsid w:val="001060FC"/>
    <w:rsid w:val="00106D8F"/>
    <w:rsid w:val="001076DA"/>
    <w:rsid w:val="00111727"/>
    <w:rsid w:val="00112A6E"/>
    <w:rsid w:val="00112FC2"/>
    <w:rsid w:val="00113139"/>
    <w:rsid w:val="001136C5"/>
    <w:rsid w:val="00113B41"/>
    <w:rsid w:val="00113B8D"/>
    <w:rsid w:val="001143DB"/>
    <w:rsid w:val="0011675C"/>
    <w:rsid w:val="0011685A"/>
    <w:rsid w:val="00120231"/>
    <w:rsid w:val="00120D50"/>
    <w:rsid w:val="0012174E"/>
    <w:rsid w:val="001218DE"/>
    <w:rsid w:val="00122F22"/>
    <w:rsid w:val="00123B8C"/>
    <w:rsid w:val="0012565A"/>
    <w:rsid w:val="001260D3"/>
    <w:rsid w:val="00126161"/>
    <w:rsid w:val="001264AF"/>
    <w:rsid w:val="00126BBB"/>
    <w:rsid w:val="001278A8"/>
    <w:rsid w:val="00127911"/>
    <w:rsid w:val="0013194C"/>
    <w:rsid w:val="001325B1"/>
    <w:rsid w:val="00133207"/>
    <w:rsid w:val="00135F16"/>
    <w:rsid w:val="001375F1"/>
    <w:rsid w:val="001376E5"/>
    <w:rsid w:val="00137CC8"/>
    <w:rsid w:val="001402CD"/>
    <w:rsid w:val="00140CAF"/>
    <w:rsid w:val="0014190A"/>
    <w:rsid w:val="00142168"/>
    <w:rsid w:val="00145F4C"/>
    <w:rsid w:val="00146682"/>
    <w:rsid w:val="00146A9A"/>
    <w:rsid w:val="00146B8C"/>
    <w:rsid w:val="001473EF"/>
    <w:rsid w:val="00151898"/>
    <w:rsid w:val="00153797"/>
    <w:rsid w:val="00154A1A"/>
    <w:rsid w:val="00155354"/>
    <w:rsid w:val="00156F5C"/>
    <w:rsid w:val="0016034C"/>
    <w:rsid w:val="001613AD"/>
    <w:rsid w:val="00162133"/>
    <w:rsid w:val="00164041"/>
    <w:rsid w:val="00164F9C"/>
    <w:rsid w:val="00165081"/>
    <w:rsid w:val="00166333"/>
    <w:rsid w:val="00166FF8"/>
    <w:rsid w:val="001672BA"/>
    <w:rsid w:val="0017070C"/>
    <w:rsid w:val="001707EB"/>
    <w:rsid w:val="00170CA8"/>
    <w:rsid w:val="00170FDE"/>
    <w:rsid w:val="00171737"/>
    <w:rsid w:val="00171D4A"/>
    <w:rsid w:val="001720CA"/>
    <w:rsid w:val="00172C4E"/>
    <w:rsid w:val="00173D71"/>
    <w:rsid w:val="001751AD"/>
    <w:rsid w:val="00175494"/>
    <w:rsid w:val="00176238"/>
    <w:rsid w:val="001766A8"/>
    <w:rsid w:val="00176DED"/>
    <w:rsid w:val="00177074"/>
    <w:rsid w:val="0017727E"/>
    <w:rsid w:val="00177DFB"/>
    <w:rsid w:val="001809D2"/>
    <w:rsid w:val="00180DED"/>
    <w:rsid w:val="001814C7"/>
    <w:rsid w:val="0018246D"/>
    <w:rsid w:val="001829CC"/>
    <w:rsid w:val="001849C5"/>
    <w:rsid w:val="00184CEE"/>
    <w:rsid w:val="00186105"/>
    <w:rsid w:val="00186BCC"/>
    <w:rsid w:val="00186BD5"/>
    <w:rsid w:val="00186C09"/>
    <w:rsid w:val="001908A7"/>
    <w:rsid w:val="00191775"/>
    <w:rsid w:val="00192524"/>
    <w:rsid w:val="00193733"/>
    <w:rsid w:val="0019402E"/>
    <w:rsid w:val="00194732"/>
    <w:rsid w:val="00194A71"/>
    <w:rsid w:val="001950C2"/>
    <w:rsid w:val="001952CC"/>
    <w:rsid w:val="00195656"/>
    <w:rsid w:val="00196F37"/>
    <w:rsid w:val="0019745C"/>
    <w:rsid w:val="001977A1"/>
    <w:rsid w:val="001978D3"/>
    <w:rsid w:val="00197C06"/>
    <w:rsid w:val="00197CF0"/>
    <w:rsid w:val="001A00E6"/>
    <w:rsid w:val="001A1DAF"/>
    <w:rsid w:val="001A223A"/>
    <w:rsid w:val="001A24F5"/>
    <w:rsid w:val="001A3028"/>
    <w:rsid w:val="001A343B"/>
    <w:rsid w:val="001A362A"/>
    <w:rsid w:val="001A3D8F"/>
    <w:rsid w:val="001A4592"/>
    <w:rsid w:val="001A61AA"/>
    <w:rsid w:val="001A64FD"/>
    <w:rsid w:val="001A6E1B"/>
    <w:rsid w:val="001A7974"/>
    <w:rsid w:val="001B0CDB"/>
    <w:rsid w:val="001B2564"/>
    <w:rsid w:val="001B27B8"/>
    <w:rsid w:val="001B444B"/>
    <w:rsid w:val="001B5348"/>
    <w:rsid w:val="001B577D"/>
    <w:rsid w:val="001B5E02"/>
    <w:rsid w:val="001B702B"/>
    <w:rsid w:val="001B79CD"/>
    <w:rsid w:val="001B7E57"/>
    <w:rsid w:val="001C2109"/>
    <w:rsid w:val="001C2987"/>
    <w:rsid w:val="001C2A91"/>
    <w:rsid w:val="001C3079"/>
    <w:rsid w:val="001C3774"/>
    <w:rsid w:val="001C47E6"/>
    <w:rsid w:val="001C6BD3"/>
    <w:rsid w:val="001C6C87"/>
    <w:rsid w:val="001C7556"/>
    <w:rsid w:val="001D067D"/>
    <w:rsid w:val="001D0F8B"/>
    <w:rsid w:val="001D3FE7"/>
    <w:rsid w:val="001D4104"/>
    <w:rsid w:val="001D73F1"/>
    <w:rsid w:val="001E05F9"/>
    <w:rsid w:val="001E0B1B"/>
    <w:rsid w:val="001E117C"/>
    <w:rsid w:val="001E2CC0"/>
    <w:rsid w:val="001E37C1"/>
    <w:rsid w:val="001E4C48"/>
    <w:rsid w:val="001E7648"/>
    <w:rsid w:val="001F007C"/>
    <w:rsid w:val="001F1532"/>
    <w:rsid w:val="001F1B73"/>
    <w:rsid w:val="001F28AD"/>
    <w:rsid w:val="001F2A94"/>
    <w:rsid w:val="001F33ED"/>
    <w:rsid w:val="001F3C3D"/>
    <w:rsid w:val="001F4C5C"/>
    <w:rsid w:val="001F608C"/>
    <w:rsid w:val="001F6BA9"/>
    <w:rsid w:val="001F7184"/>
    <w:rsid w:val="001F730C"/>
    <w:rsid w:val="001F75D7"/>
    <w:rsid w:val="001F7719"/>
    <w:rsid w:val="00200F29"/>
    <w:rsid w:val="00201F54"/>
    <w:rsid w:val="002029F7"/>
    <w:rsid w:val="00203296"/>
    <w:rsid w:val="00204B2D"/>
    <w:rsid w:val="00205AAE"/>
    <w:rsid w:val="00205E0C"/>
    <w:rsid w:val="00210FD7"/>
    <w:rsid w:val="002115AE"/>
    <w:rsid w:val="00211992"/>
    <w:rsid w:val="00211F60"/>
    <w:rsid w:val="00212608"/>
    <w:rsid w:val="00212AD9"/>
    <w:rsid w:val="002134A5"/>
    <w:rsid w:val="00214333"/>
    <w:rsid w:val="002149F0"/>
    <w:rsid w:val="00214DF1"/>
    <w:rsid w:val="00215E9E"/>
    <w:rsid w:val="002162A0"/>
    <w:rsid w:val="00216D27"/>
    <w:rsid w:val="00217383"/>
    <w:rsid w:val="00220405"/>
    <w:rsid w:val="00220BE7"/>
    <w:rsid w:val="00220D4B"/>
    <w:rsid w:val="00221407"/>
    <w:rsid w:val="00222B32"/>
    <w:rsid w:val="00223FF3"/>
    <w:rsid w:val="00225C0D"/>
    <w:rsid w:val="00225F25"/>
    <w:rsid w:val="00226F3F"/>
    <w:rsid w:val="00227C02"/>
    <w:rsid w:val="00227DA1"/>
    <w:rsid w:val="00231923"/>
    <w:rsid w:val="0023201C"/>
    <w:rsid w:val="00232896"/>
    <w:rsid w:val="00234361"/>
    <w:rsid w:val="00234593"/>
    <w:rsid w:val="002352DD"/>
    <w:rsid w:val="00237579"/>
    <w:rsid w:val="002405D0"/>
    <w:rsid w:val="00240C2E"/>
    <w:rsid w:val="0024103C"/>
    <w:rsid w:val="00241505"/>
    <w:rsid w:val="00241711"/>
    <w:rsid w:val="002422A4"/>
    <w:rsid w:val="00242998"/>
    <w:rsid w:val="00242FF4"/>
    <w:rsid w:val="002431FC"/>
    <w:rsid w:val="00243BFB"/>
    <w:rsid w:val="00243DF8"/>
    <w:rsid w:val="0024488F"/>
    <w:rsid w:val="0024490B"/>
    <w:rsid w:val="00244A36"/>
    <w:rsid w:val="002459AB"/>
    <w:rsid w:val="002460F3"/>
    <w:rsid w:val="00246AA5"/>
    <w:rsid w:val="0024768E"/>
    <w:rsid w:val="002478D8"/>
    <w:rsid w:val="00247DB8"/>
    <w:rsid w:val="00250A8A"/>
    <w:rsid w:val="00251C5D"/>
    <w:rsid w:val="002529EC"/>
    <w:rsid w:val="002536FC"/>
    <w:rsid w:val="00253757"/>
    <w:rsid w:val="00253AAD"/>
    <w:rsid w:val="00254011"/>
    <w:rsid w:val="00254751"/>
    <w:rsid w:val="002556EB"/>
    <w:rsid w:val="0025629F"/>
    <w:rsid w:val="002562A0"/>
    <w:rsid w:val="00256A7B"/>
    <w:rsid w:val="00257C32"/>
    <w:rsid w:val="002609F8"/>
    <w:rsid w:val="00261361"/>
    <w:rsid w:val="00262335"/>
    <w:rsid w:val="00262741"/>
    <w:rsid w:val="00263212"/>
    <w:rsid w:val="002633AC"/>
    <w:rsid w:val="00263B1D"/>
    <w:rsid w:val="00264875"/>
    <w:rsid w:val="00266472"/>
    <w:rsid w:val="00267D75"/>
    <w:rsid w:val="0027009D"/>
    <w:rsid w:val="0027025C"/>
    <w:rsid w:val="00270534"/>
    <w:rsid w:val="00270C7A"/>
    <w:rsid w:val="00271884"/>
    <w:rsid w:val="002718D5"/>
    <w:rsid w:val="00272955"/>
    <w:rsid w:val="0027305E"/>
    <w:rsid w:val="002760D5"/>
    <w:rsid w:val="00276B10"/>
    <w:rsid w:val="00277ACE"/>
    <w:rsid w:val="00280C75"/>
    <w:rsid w:val="00281485"/>
    <w:rsid w:val="00282562"/>
    <w:rsid w:val="00282E69"/>
    <w:rsid w:val="00284370"/>
    <w:rsid w:val="002844C6"/>
    <w:rsid w:val="00284871"/>
    <w:rsid w:val="00284B61"/>
    <w:rsid w:val="0028584F"/>
    <w:rsid w:val="00285CCE"/>
    <w:rsid w:val="00286222"/>
    <w:rsid w:val="0028739C"/>
    <w:rsid w:val="00287758"/>
    <w:rsid w:val="0029139F"/>
    <w:rsid w:val="00292D3E"/>
    <w:rsid w:val="002937AC"/>
    <w:rsid w:val="00294E7B"/>
    <w:rsid w:val="00295F18"/>
    <w:rsid w:val="00296AD6"/>
    <w:rsid w:val="00296D04"/>
    <w:rsid w:val="00297EBB"/>
    <w:rsid w:val="002A01B7"/>
    <w:rsid w:val="002A05FD"/>
    <w:rsid w:val="002A09FB"/>
    <w:rsid w:val="002A201D"/>
    <w:rsid w:val="002A26D8"/>
    <w:rsid w:val="002A2AF8"/>
    <w:rsid w:val="002A3F22"/>
    <w:rsid w:val="002A3F71"/>
    <w:rsid w:val="002A4510"/>
    <w:rsid w:val="002A4567"/>
    <w:rsid w:val="002A4C43"/>
    <w:rsid w:val="002A54FF"/>
    <w:rsid w:val="002A5AAA"/>
    <w:rsid w:val="002A6F19"/>
    <w:rsid w:val="002B1774"/>
    <w:rsid w:val="002B2672"/>
    <w:rsid w:val="002B3156"/>
    <w:rsid w:val="002B3189"/>
    <w:rsid w:val="002B759F"/>
    <w:rsid w:val="002B7DD2"/>
    <w:rsid w:val="002B7FED"/>
    <w:rsid w:val="002C0937"/>
    <w:rsid w:val="002C1DC8"/>
    <w:rsid w:val="002C37C1"/>
    <w:rsid w:val="002C3A77"/>
    <w:rsid w:val="002C4100"/>
    <w:rsid w:val="002C63BF"/>
    <w:rsid w:val="002C6F09"/>
    <w:rsid w:val="002C73D9"/>
    <w:rsid w:val="002D0A9D"/>
    <w:rsid w:val="002D21C2"/>
    <w:rsid w:val="002D386D"/>
    <w:rsid w:val="002D3CD3"/>
    <w:rsid w:val="002D433B"/>
    <w:rsid w:val="002D4BB1"/>
    <w:rsid w:val="002D5686"/>
    <w:rsid w:val="002D5D48"/>
    <w:rsid w:val="002D69EE"/>
    <w:rsid w:val="002D6E9B"/>
    <w:rsid w:val="002D6FD3"/>
    <w:rsid w:val="002E0C12"/>
    <w:rsid w:val="002E15FD"/>
    <w:rsid w:val="002E1699"/>
    <w:rsid w:val="002E18CD"/>
    <w:rsid w:val="002E3018"/>
    <w:rsid w:val="002E49A0"/>
    <w:rsid w:val="002E576F"/>
    <w:rsid w:val="002E58A3"/>
    <w:rsid w:val="002E5CD7"/>
    <w:rsid w:val="002E6822"/>
    <w:rsid w:val="002E774E"/>
    <w:rsid w:val="002E7DBA"/>
    <w:rsid w:val="002F0AC2"/>
    <w:rsid w:val="002F0B27"/>
    <w:rsid w:val="002F1074"/>
    <w:rsid w:val="002F2B08"/>
    <w:rsid w:val="002F373A"/>
    <w:rsid w:val="002F3E4A"/>
    <w:rsid w:val="002F4573"/>
    <w:rsid w:val="0030033B"/>
    <w:rsid w:val="003006F1"/>
    <w:rsid w:val="00301B4B"/>
    <w:rsid w:val="003025EA"/>
    <w:rsid w:val="003037B5"/>
    <w:rsid w:val="003042D4"/>
    <w:rsid w:val="003047A1"/>
    <w:rsid w:val="003062CC"/>
    <w:rsid w:val="00306DFC"/>
    <w:rsid w:val="00307473"/>
    <w:rsid w:val="003075D8"/>
    <w:rsid w:val="0031136A"/>
    <w:rsid w:val="00311774"/>
    <w:rsid w:val="003118E9"/>
    <w:rsid w:val="00313146"/>
    <w:rsid w:val="00314F5D"/>
    <w:rsid w:val="003164E4"/>
    <w:rsid w:val="00316D58"/>
    <w:rsid w:val="0031737B"/>
    <w:rsid w:val="00317A9B"/>
    <w:rsid w:val="00320772"/>
    <w:rsid w:val="00321B5E"/>
    <w:rsid w:val="00323CF3"/>
    <w:rsid w:val="00323EDD"/>
    <w:rsid w:val="00323F96"/>
    <w:rsid w:val="00324FF8"/>
    <w:rsid w:val="003255A5"/>
    <w:rsid w:val="00326C57"/>
    <w:rsid w:val="00327472"/>
    <w:rsid w:val="003311D7"/>
    <w:rsid w:val="0033179F"/>
    <w:rsid w:val="00331F5A"/>
    <w:rsid w:val="00333200"/>
    <w:rsid w:val="003336C3"/>
    <w:rsid w:val="00333D21"/>
    <w:rsid w:val="00334D69"/>
    <w:rsid w:val="00334F0C"/>
    <w:rsid w:val="003358CE"/>
    <w:rsid w:val="00335AF0"/>
    <w:rsid w:val="00336070"/>
    <w:rsid w:val="00336FAF"/>
    <w:rsid w:val="00337A00"/>
    <w:rsid w:val="00337D4D"/>
    <w:rsid w:val="00343A19"/>
    <w:rsid w:val="003445CE"/>
    <w:rsid w:val="00345705"/>
    <w:rsid w:val="00346095"/>
    <w:rsid w:val="00347112"/>
    <w:rsid w:val="00350200"/>
    <w:rsid w:val="003503D3"/>
    <w:rsid w:val="003505BE"/>
    <w:rsid w:val="003508E8"/>
    <w:rsid w:val="00352093"/>
    <w:rsid w:val="00352195"/>
    <w:rsid w:val="00352557"/>
    <w:rsid w:val="00352830"/>
    <w:rsid w:val="003532D9"/>
    <w:rsid w:val="00353DFE"/>
    <w:rsid w:val="003543C5"/>
    <w:rsid w:val="00355343"/>
    <w:rsid w:val="00355748"/>
    <w:rsid w:val="00355935"/>
    <w:rsid w:val="00355E87"/>
    <w:rsid w:val="00356317"/>
    <w:rsid w:val="00356440"/>
    <w:rsid w:val="00356B9D"/>
    <w:rsid w:val="0035701F"/>
    <w:rsid w:val="00357E15"/>
    <w:rsid w:val="00360367"/>
    <w:rsid w:val="00360AEA"/>
    <w:rsid w:val="0036146E"/>
    <w:rsid w:val="003614B6"/>
    <w:rsid w:val="00361CCE"/>
    <w:rsid w:val="00363503"/>
    <w:rsid w:val="00365EDC"/>
    <w:rsid w:val="00365F15"/>
    <w:rsid w:val="00365F5F"/>
    <w:rsid w:val="0036641C"/>
    <w:rsid w:val="003712BD"/>
    <w:rsid w:val="00371CA4"/>
    <w:rsid w:val="00373120"/>
    <w:rsid w:val="003748C0"/>
    <w:rsid w:val="00374D49"/>
    <w:rsid w:val="00375200"/>
    <w:rsid w:val="00383CB8"/>
    <w:rsid w:val="00385162"/>
    <w:rsid w:val="0038595F"/>
    <w:rsid w:val="00385ECD"/>
    <w:rsid w:val="003868C8"/>
    <w:rsid w:val="00387666"/>
    <w:rsid w:val="00387D5E"/>
    <w:rsid w:val="003923E2"/>
    <w:rsid w:val="00392923"/>
    <w:rsid w:val="00392FE6"/>
    <w:rsid w:val="00393267"/>
    <w:rsid w:val="003939AE"/>
    <w:rsid w:val="00394FC7"/>
    <w:rsid w:val="00397D1F"/>
    <w:rsid w:val="003A0477"/>
    <w:rsid w:val="003A2082"/>
    <w:rsid w:val="003A454F"/>
    <w:rsid w:val="003A4552"/>
    <w:rsid w:val="003A5860"/>
    <w:rsid w:val="003A62BE"/>
    <w:rsid w:val="003A6B03"/>
    <w:rsid w:val="003B3EF8"/>
    <w:rsid w:val="003B4633"/>
    <w:rsid w:val="003B5680"/>
    <w:rsid w:val="003B621A"/>
    <w:rsid w:val="003B6B83"/>
    <w:rsid w:val="003B6DF3"/>
    <w:rsid w:val="003B7007"/>
    <w:rsid w:val="003B79A6"/>
    <w:rsid w:val="003C0979"/>
    <w:rsid w:val="003C19F5"/>
    <w:rsid w:val="003C1F12"/>
    <w:rsid w:val="003C2437"/>
    <w:rsid w:val="003C255B"/>
    <w:rsid w:val="003C3391"/>
    <w:rsid w:val="003C3888"/>
    <w:rsid w:val="003C4218"/>
    <w:rsid w:val="003C5921"/>
    <w:rsid w:val="003C6250"/>
    <w:rsid w:val="003C7A86"/>
    <w:rsid w:val="003C7C3D"/>
    <w:rsid w:val="003D2688"/>
    <w:rsid w:val="003D26B3"/>
    <w:rsid w:val="003D2BEB"/>
    <w:rsid w:val="003D38FB"/>
    <w:rsid w:val="003D47BF"/>
    <w:rsid w:val="003D50BB"/>
    <w:rsid w:val="003D548D"/>
    <w:rsid w:val="003D5FC4"/>
    <w:rsid w:val="003D6B07"/>
    <w:rsid w:val="003E1508"/>
    <w:rsid w:val="003E1A73"/>
    <w:rsid w:val="003E1C80"/>
    <w:rsid w:val="003E2A2B"/>
    <w:rsid w:val="003E68E4"/>
    <w:rsid w:val="003E7B15"/>
    <w:rsid w:val="003E7CAA"/>
    <w:rsid w:val="003F0543"/>
    <w:rsid w:val="003F0792"/>
    <w:rsid w:val="003F1200"/>
    <w:rsid w:val="003F177D"/>
    <w:rsid w:val="003F1F4E"/>
    <w:rsid w:val="003F28DF"/>
    <w:rsid w:val="003F2A93"/>
    <w:rsid w:val="003F2F7D"/>
    <w:rsid w:val="003F39E6"/>
    <w:rsid w:val="003F3B47"/>
    <w:rsid w:val="003F4691"/>
    <w:rsid w:val="003F48E0"/>
    <w:rsid w:val="003F535F"/>
    <w:rsid w:val="003F558E"/>
    <w:rsid w:val="003F62E0"/>
    <w:rsid w:val="003F6B56"/>
    <w:rsid w:val="003F72FE"/>
    <w:rsid w:val="003F76B2"/>
    <w:rsid w:val="0040060B"/>
    <w:rsid w:val="00401FC1"/>
    <w:rsid w:val="00403A3F"/>
    <w:rsid w:val="00403DEC"/>
    <w:rsid w:val="0040468A"/>
    <w:rsid w:val="00404DEA"/>
    <w:rsid w:val="00405FFC"/>
    <w:rsid w:val="00406DD9"/>
    <w:rsid w:val="004073E0"/>
    <w:rsid w:val="004106DB"/>
    <w:rsid w:val="00410B20"/>
    <w:rsid w:val="004117F0"/>
    <w:rsid w:val="00411C05"/>
    <w:rsid w:val="00412782"/>
    <w:rsid w:val="00414726"/>
    <w:rsid w:val="004153C0"/>
    <w:rsid w:val="00415A54"/>
    <w:rsid w:val="00415B91"/>
    <w:rsid w:val="0041641A"/>
    <w:rsid w:val="00417544"/>
    <w:rsid w:val="00417A7E"/>
    <w:rsid w:val="00420405"/>
    <w:rsid w:val="00420635"/>
    <w:rsid w:val="0042086A"/>
    <w:rsid w:val="00420DD5"/>
    <w:rsid w:val="00421527"/>
    <w:rsid w:val="004225F8"/>
    <w:rsid w:val="00422A31"/>
    <w:rsid w:val="00423E03"/>
    <w:rsid w:val="004253C0"/>
    <w:rsid w:val="004254CA"/>
    <w:rsid w:val="00427FF2"/>
    <w:rsid w:val="00430114"/>
    <w:rsid w:val="0043208C"/>
    <w:rsid w:val="00433A91"/>
    <w:rsid w:val="004347F7"/>
    <w:rsid w:val="00435CF4"/>
    <w:rsid w:val="00436B1A"/>
    <w:rsid w:val="004378A6"/>
    <w:rsid w:val="00437A7F"/>
    <w:rsid w:val="00440703"/>
    <w:rsid w:val="00441065"/>
    <w:rsid w:val="004433FD"/>
    <w:rsid w:val="004443C9"/>
    <w:rsid w:val="004447CB"/>
    <w:rsid w:val="00446C3C"/>
    <w:rsid w:val="00447630"/>
    <w:rsid w:val="0044765E"/>
    <w:rsid w:val="004505BE"/>
    <w:rsid w:val="00450890"/>
    <w:rsid w:val="00453B40"/>
    <w:rsid w:val="00453C89"/>
    <w:rsid w:val="00454779"/>
    <w:rsid w:val="004566FB"/>
    <w:rsid w:val="00460554"/>
    <w:rsid w:val="00460796"/>
    <w:rsid w:val="00460B01"/>
    <w:rsid w:val="0046221B"/>
    <w:rsid w:val="00462BBB"/>
    <w:rsid w:val="00463470"/>
    <w:rsid w:val="00463B25"/>
    <w:rsid w:val="00464484"/>
    <w:rsid w:val="00466961"/>
    <w:rsid w:val="00467782"/>
    <w:rsid w:val="004709F2"/>
    <w:rsid w:val="00470A8F"/>
    <w:rsid w:val="004731EA"/>
    <w:rsid w:val="00474105"/>
    <w:rsid w:val="004744E9"/>
    <w:rsid w:val="00474552"/>
    <w:rsid w:val="004770CB"/>
    <w:rsid w:val="0047741A"/>
    <w:rsid w:val="00477CA0"/>
    <w:rsid w:val="004811F9"/>
    <w:rsid w:val="004824A5"/>
    <w:rsid w:val="00482650"/>
    <w:rsid w:val="0048594F"/>
    <w:rsid w:val="004866A5"/>
    <w:rsid w:val="00486842"/>
    <w:rsid w:val="00487A03"/>
    <w:rsid w:val="0049125D"/>
    <w:rsid w:val="0049173B"/>
    <w:rsid w:val="004920A6"/>
    <w:rsid w:val="00492388"/>
    <w:rsid w:val="00492EA6"/>
    <w:rsid w:val="00493829"/>
    <w:rsid w:val="00494597"/>
    <w:rsid w:val="004A0661"/>
    <w:rsid w:val="004A1209"/>
    <w:rsid w:val="004A239B"/>
    <w:rsid w:val="004A28AD"/>
    <w:rsid w:val="004A2A6A"/>
    <w:rsid w:val="004A4D6A"/>
    <w:rsid w:val="004A60C7"/>
    <w:rsid w:val="004A616C"/>
    <w:rsid w:val="004A6BD9"/>
    <w:rsid w:val="004A71AD"/>
    <w:rsid w:val="004A71FB"/>
    <w:rsid w:val="004B15CD"/>
    <w:rsid w:val="004B21A4"/>
    <w:rsid w:val="004B2280"/>
    <w:rsid w:val="004B2333"/>
    <w:rsid w:val="004B2905"/>
    <w:rsid w:val="004B3B2B"/>
    <w:rsid w:val="004B4628"/>
    <w:rsid w:val="004B4F5B"/>
    <w:rsid w:val="004B640F"/>
    <w:rsid w:val="004B6580"/>
    <w:rsid w:val="004B6E6F"/>
    <w:rsid w:val="004B70DB"/>
    <w:rsid w:val="004B7FEC"/>
    <w:rsid w:val="004C0FA1"/>
    <w:rsid w:val="004C12B3"/>
    <w:rsid w:val="004C1457"/>
    <w:rsid w:val="004C2107"/>
    <w:rsid w:val="004C2287"/>
    <w:rsid w:val="004C3881"/>
    <w:rsid w:val="004C3BBE"/>
    <w:rsid w:val="004C3D95"/>
    <w:rsid w:val="004C47D1"/>
    <w:rsid w:val="004C5204"/>
    <w:rsid w:val="004C5E8B"/>
    <w:rsid w:val="004C64B8"/>
    <w:rsid w:val="004C6A3F"/>
    <w:rsid w:val="004D0C33"/>
    <w:rsid w:val="004D11C9"/>
    <w:rsid w:val="004D2E82"/>
    <w:rsid w:val="004D3264"/>
    <w:rsid w:val="004D3C87"/>
    <w:rsid w:val="004D6337"/>
    <w:rsid w:val="004D6962"/>
    <w:rsid w:val="004D7043"/>
    <w:rsid w:val="004D78E9"/>
    <w:rsid w:val="004E0C7D"/>
    <w:rsid w:val="004E12BB"/>
    <w:rsid w:val="004E1318"/>
    <w:rsid w:val="004E161A"/>
    <w:rsid w:val="004E2219"/>
    <w:rsid w:val="004E237F"/>
    <w:rsid w:val="004E3413"/>
    <w:rsid w:val="004E442E"/>
    <w:rsid w:val="004E44C1"/>
    <w:rsid w:val="004E4A33"/>
    <w:rsid w:val="004E52BD"/>
    <w:rsid w:val="004E5B1F"/>
    <w:rsid w:val="004E62C5"/>
    <w:rsid w:val="004E6AC5"/>
    <w:rsid w:val="004E6F9F"/>
    <w:rsid w:val="004E7A46"/>
    <w:rsid w:val="004F01AA"/>
    <w:rsid w:val="004F04F9"/>
    <w:rsid w:val="004F1502"/>
    <w:rsid w:val="004F2315"/>
    <w:rsid w:val="004F23CC"/>
    <w:rsid w:val="004F2825"/>
    <w:rsid w:val="004F2E65"/>
    <w:rsid w:val="004F4864"/>
    <w:rsid w:val="004F49C9"/>
    <w:rsid w:val="004F52E3"/>
    <w:rsid w:val="004F5452"/>
    <w:rsid w:val="004F7121"/>
    <w:rsid w:val="004F7C23"/>
    <w:rsid w:val="005001F6"/>
    <w:rsid w:val="005006FA"/>
    <w:rsid w:val="0050185E"/>
    <w:rsid w:val="005028CF"/>
    <w:rsid w:val="0050345E"/>
    <w:rsid w:val="005062A4"/>
    <w:rsid w:val="00507BE5"/>
    <w:rsid w:val="0051060B"/>
    <w:rsid w:val="005110A7"/>
    <w:rsid w:val="00511C59"/>
    <w:rsid w:val="0051379E"/>
    <w:rsid w:val="005151F0"/>
    <w:rsid w:val="00515866"/>
    <w:rsid w:val="00516578"/>
    <w:rsid w:val="005165E4"/>
    <w:rsid w:val="00517602"/>
    <w:rsid w:val="00521FB0"/>
    <w:rsid w:val="0052349F"/>
    <w:rsid w:val="00523B7F"/>
    <w:rsid w:val="005244E5"/>
    <w:rsid w:val="00525937"/>
    <w:rsid w:val="0053085B"/>
    <w:rsid w:val="00530CBE"/>
    <w:rsid w:val="00531F34"/>
    <w:rsid w:val="00532483"/>
    <w:rsid w:val="00532CFB"/>
    <w:rsid w:val="005345A3"/>
    <w:rsid w:val="00534A64"/>
    <w:rsid w:val="005352A6"/>
    <w:rsid w:val="00536182"/>
    <w:rsid w:val="00540529"/>
    <w:rsid w:val="005409D2"/>
    <w:rsid w:val="00540C3F"/>
    <w:rsid w:val="00540CC3"/>
    <w:rsid w:val="00542AFB"/>
    <w:rsid w:val="00543682"/>
    <w:rsid w:val="00543944"/>
    <w:rsid w:val="00543D17"/>
    <w:rsid w:val="00543D83"/>
    <w:rsid w:val="00544843"/>
    <w:rsid w:val="00544CD8"/>
    <w:rsid w:val="005454BE"/>
    <w:rsid w:val="00551189"/>
    <w:rsid w:val="00551322"/>
    <w:rsid w:val="005514BF"/>
    <w:rsid w:val="00551616"/>
    <w:rsid w:val="00551E4A"/>
    <w:rsid w:val="00551FE2"/>
    <w:rsid w:val="005520CD"/>
    <w:rsid w:val="00552B13"/>
    <w:rsid w:val="00554A78"/>
    <w:rsid w:val="005562E5"/>
    <w:rsid w:val="005566FD"/>
    <w:rsid w:val="00557B34"/>
    <w:rsid w:val="0056036E"/>
    <w:rsid w:val="00561180"/>
    <w:rsid w:val="00561A57"/>
    <w:rsid w:val="00562A2A"/>
    <w:rsid w:val="00562ACD"/>
    <w:rsid w:val="00562FE0"/>
    <w:rsid w:val="00563472"/>
    <w:rsid w:val="00565586"/>
    <w:rsid w:val="005658FC"/>
    <w:rsid w:val="00566CE5"/>
    <w:rsid w:val="00567387"/>
    <w:rsid w:val="00571172"/>
    <w:rsid w:val="00572212"/>
    <w:rsid w:val="00572B9D"/>
    <w:rsid w:val="005730A4"/>
    <w:rsid w:val="005735AE"/>
    <w:rsid w:val="0057362A"/>
    <w:rsid w:val="005751E7"/>
    <w:rsid w:val="00575981"/>
    <w:rsid w:val="00576C2D"/>
    <w:rsid w:val="00577602"/>
    <w:rsid w:val="00577647"/>
    <w:rsid w:val="005776A4"/>
    <w:rsid w:val="00577D2C"/>
    <w:rsid w:val="00577FE3"/>
    <w:rsid w:val="0058145E"/>
    <w:rsid w:val="005824AA"/>
    <w:rsid w:val="0058260E"/>
    <w:rsid w:val="00583DB9"/>
    <w:rsid w:val="00584075"/>
    <w:rsid w:val="00585BDA"/>
    <w:rsid w:val="00586239"/>
    <w:rsid w:val="0059119C"/>
    <w:rsid w:val="005915AB"/>
    <w:rsid w:val="00592A9A"/>
    <w:rsid w:val="0059415F"/>
    <w:rsid w:val="00595097"/>
    <w:rsid w:val="005952D9"/>
    <w:rsid w:val="00595784"/>
    <w:rsid w:val="00595AEA"/>
    <w:rsid w:val="00596AC9"/>
    <w:rsid w:val="005A0CF5"/>
    <w:rsid w:val="005A1768"/>
    <w:rsid w:val="005A1B96"/>
    <w:rsid w:val="005A30A3"/>
    <w:rsid w:val="005A3D16"/>
    <w:rsid w:val="005A4EF9"/>
    <w:rsid w:val="005A570B"/>
    <w:rsid w:val="005A5AF0"/>
    <w:rsid w:val="005A7C61"/>
    <w:rsid w:val="005B10C0"/>
    <w:rsid w:val="005B13B3"/>
    <w:rsid w:val="005B1717"/>
    <w:rsid w:val="005B318A"/>
    <w:rsid w:val="005B433A"/>
    <w:rsid w:val="005B5A3C"/>
    <w:rsid w:val="005B6A7D"/>
    <w:rsid w:val="005B77BF"/>
    <w:rsid w:val="005C0697"/>
    <w:rsid w:val="005C09CF"/>
    <w:rsid w:val="005C20E8"/>
    <w:rsid w:val="005C2DE2"/>
    <w:rsid w:val="005C2DF3"/>
    <w:rsid w:val="005C32B0"/>
    <w:rsid w:val="005C3B3D"/>
    <w:rsid w:val="005C3FD7"/>
    <w:rsid w:val="005C4AE7"/>
    <w:rsid w:val="005C673B"/>
    <w:rsid w:val="005C6E90"/>
    <w:rsid w:val="005D0935"/>
    <w:rsid w:val="005D122D"/>
    <w:rsid w:val="005D27DE"/>
    <w:rsid w:val="005D2E49"/>
    <w:rsid w:val="005D3205"/>
    <w:rsid w:val="005D3528"/>
    <w:rsid w:val="005D4440"/>
    <w:rsid w:val="005D4C38"/>
    <w:rsid w:val="005D4D62"/>
    <w:rsid w:val="005D55CA"/>
    <w:rsid w:val="005D57ED"/>
    <w:rsid w:val="005D623D"/>
    <w:rsid w:val="005D6578"/>
    <w:rsid w:val="005D6989"/>
    <w:rsid w:val="005E0809"/>
    <w:rsid w:val="005E2FCC"/>
    <w:rsid w:val="005E3862"/>
    <w:rsid w:val="005E5066"/>
    <w:rsid w:val="005E530E"/>
    <w:rsid w:val="005E5F24"/>
    <w:rsid w:val="005E6340"/>
    <w:rsid w:val="005E66C4"/>
    <w:rsid w:val="005E7B1D"/>
    <w:rsid w:val="005E7ECB"/>
    <w:rsid w:val="005F0F4D"/>
    <w:rsid w:val="005F0FBF"/>
    <w:rsid w:val="005F1142"/>
    <w:rsid w:val="005F1EAB"/>
    <w:rsid w:val="005F3B50"/>
    <w:rsid w:val="005F441E"/>
    <w:rsid w:val="005F545A"/>
    <w:rsid w:val="0060230C"/>
    <w:rsid w:val="006025DE"/>
    <w:rsid w:val="00605A27"/>
    <w:rsid w:val="00606D36"/>
    <w:rsid w:val="0060706F"/>
    <w:rsid w:val="00607091"/>
    <w:rsid w:val="00607684"/>
    <w:rsid w:val="00607967"/>
    <w:rsid w:val="00610922"/>
    <w:rsid w:val="006112AA"/>
    <w:rsid w:val="00612A69"/>
    <w:rsid w:val="00613130"/>
    <w:rsid w:val="006133AB"/>
    <w:rsid w:val="00617273"/>
    <w:rsid w:val="006174BD"/>
    <w:rsid w:val="00620872"/>
    <w:rsid w:val="006220AF"/>
    <w:rsid w:val="00626B76"/>
    <w:rsid w:val="006271A8"/>
    <w:rsid w:val="00631AD6"/>
    <w:rsid w:val="00631F8A"/>
    <w:rsid w:val="006327DA"/>
    <w:rsid w:val="00632884"/>
    <w:rsid w:val="00632E66"/>
    <w:rsid w:val="006330E7"/>
    <w:rsid w:val="006335C8"/>
    <w:rsid w:val="00633A06"/>
    <w:rsid w:val="006342B4"/>
    <w:rsid w:val="00634309"/>
    <w:rsid w:val="00634E68"/>
    <w:rsid w:val="00635852"/>
    <w:rsid w:val="00637AD6"/>
    <w:rsid w:val="00637B0D"/>
    <w:rsid w:val="00641A20"/>
    <w:rsid w:val="00641BCA"/>
    <w:rsid w:val="00641BF6"/>
    <w:rsid w:val="00641D08"/>
    <w:rsid w:val="00641D54"/>
    <w:rsid w:val="006427B4"/>
    <w:rsid w:val="00642C86"/>
    <w:rsid w:val="006430BF"/>
    <w:rsid w:val="00643202"/>
    <w:rsid w:val="00643C7A"/>
    <w:rsid w:val="0064403E"/>
    <w:rsid w:val="006442C6"/>
    <w:rsid w:val="00645042"/>
    <w:rsid w:val="0064562C"/>
    <w:rsid w:val="0064586C"/>
    <w:rsid w:val="00645E81"/>
    <w:rsid w:val="00646A7E"/>
    <w:rsid w:val="00650576"/>
    <w:rsid w:val="006510FC"/>
    <w:rsid w:val="00651594"/>
    <w:rsid w:val="00651A44"/>
    <w:rsid w:val="00651F59"/>
    <w:rsid w:val="00652254"/>
    <w:rsid w:val="006523AB"/>
    <w:rsid w:val="00652767"/>
    <w:rsid w:val="00652874"/>
    <w:rsid w:val="00652C8D"/>
    <w:rsid w:val="00652D64"/>
    <w:rsid w:val="006534C0"/>
    <w:rsid w:val="006534DD"/>
    <w:rsid w:val="00653C62"/>
    <w:rsid w:val="00653F8A"/>
    <w:rsid w:val="00654CE8"/>
    <w:rsid w:val="00654F3D"/>
    <w:rsid w:val="00655338"/>
    <w:rsid w:val="00655704"/>
    <w:rsid w:val="00655DC0"/>
    <w:rsid w:val="00656241"/>
    <w:rsid w:val="006568D5"/>
    <w:rsid w:val="0066287E"/>
    <w:rsid w:val="0066291C"/>
    <w:rsid w:val="00662BDE"/>
    <w:rsid w:val="00663B72"/>
    <w:rsid w:val="00663F1E"/>
    <w:rsid w:val="00663FF7"/>
    <w:rsid w:val="006644ED"/>
    <w:rsid w:val="0066454A"/>
    <w:rsid w:val="00665CA7"/>
    <w:rsid w:val="0066614D"/>
    <w:rsid w:val="00666E72"/>
    <w:rsid w:val="006674E2"/>
    <w:rsid w:val="00667E51"/>
    <w:rsid w:val="00670534"/>
    <w:rsid w:val="0067285F"/>
    <w:rsid w:val="00672D66"/>
    <w:rsid w:val="00672EF0"/>
    <w:rsid w:val="00674636"/>
    <w:rsid w:val="006752B7"/>
    <w:rsid w:val="0067684A"/>
    <w:rsid w:val="00676C8C"/>
    <w:rsid w:val="006778DC"/>
    <w:rsid w:val="00677F5B"/>
    <w:rsid w:val="00680892"/>
    <w:rsid w:val="0068173D"/>
    <w:rsid w:val="00682499"/>
    <w:rsid w:val="00683F8A"/>
    <w:rsid w:val="00684E06"/>
    <w:rsid w:val="006862E3"/>
    <w:rsid w:val="00686937"/>
    <w:rsid w:val="006875A0"/>
    <w:rsid w:val="0068761E"/>
    <w:rsid w:val="00687C63"/>
    <w:rsid w:val="006901B4"/>
    <w:rsid w:val="00692353"/>
    <w:rsid w:val="00692871"/>
    <w:rsid w:val="006940DA"/>
    <w:rsid w:val="00694FDF"/>
    <w:rsid w:val="006958E4"/>
    <w:rsid w:val="0069592B"/>
    <w:rsid w:val="00696187"/>
    <w:rsid w:val="00696EA4"/>
    <w:rsid w:val="00697A1A"/>
    <w:rsid w:val="006A0261"/>
    <w:rsid w:val="006A09CA"/>
    <w:rsid w:val="006A0E1B"/>
    <w:rsid w:val="006A12AF"/>
    <w:rsid w:val="006A13F7"/>
    <w:rsid w:val="006A17B8"/>
    <w:rsid w:val="006A21A3"/>
    <w:rsid w:val="006A3635"/>
    <w:rsid w:val="006A5491"/>
    <w:rsid w:val="006A59B8"/>
    <w:rsid w:val="006A7E11"/>
    <w:rsid w:val="006B0331"/>
    <w:rsid w:val="006B1B9D"/>
    <w:rsid w:val="006B2A90"/>
    <w:rsid w:val="006B3A7A"/>
    <w:rsid w:val="006B4674"/>
    <w:rsid w:val="006B61F9"/>
    <w:rsid w:val="006B6295"/>
    <w:rsid w:val="006B6652"/>
    <w:rsid w:val="006B69CB"/>
    <w:rsid w:val="006B6ED3"/>
    <w:rsid w:val="006B6ED5"/>
    <w:rsid w:val="006B6F18"/>
    <w:rsid w:val="006C05DF"/>
    <w:rsid w:val="006C0859"/>
    <w:rsid w:val="006C1179"/>
    <w:rsid w:val="006C1483"/>
    <w:rsid w:val="006C285F"/>
    <w:rsid w:val="006C2AA4"/>
    <w:rsid w:val="006C31A7"/>
    <w:rsid w:val="006C357D"/>
    <w:rsid w:val="006C3E47"/>
    <w:rsid w:val="006C4FEC"/>
    <w:rsid w:val="006C59A1"/>
    <w:rsid w:val="006C666B"/>
    <w:rsid w:val="006C681B"/>
    <w:rsid w:val="006C7AA8"/>
    <w:rsid w:val="006D273F"/>
    <w:rsid w:val="006D2ECD"/>
    <w:rsid w:val="006D3397"/>
    <w:rsid w:val="006D3D82"/>
    <w:rsid w:val="006D52BC"/>
    <w:rsid w:val="006D63A7"/>
    <w:rsid w:val="006D7090"/>
    <w:rsid w:val="006D7608"/>
    <w:rsid w:val="006D78D9"/>
    <w:rsid w:val="006E1064"/>
    <w:rsid w:val="006E3AA4"/>
    <w:rsid w:val="006E5402"/>
    <w:rsid w:val="006E61F9"/>
    <w:rsid w:val="006E63C8"/>
    <w:rsid w:val="006E65AE"/>
    <w:rsid w:val="006E7256"/>
    <w:rsid w:val="006E725D"/>
    <w:rsid w:val="006E799E"/>
    <w:rsid w:val="006F028C"/>
    <w:rsid w:val="006F0CB8"/>
    <w:rsid w:val="006F26F9"/>
    <w:rsid w:val="006F2F44"/>
    <w:rsid w:val="006F3132"/>
    <w:rsid w:val="006F47BF"/>
    <w:rsid w:val="006F5F7C"/>
    <w:rsid w:val="006F6AA4"/>
    <w:rsid w:val="006F6F6A"/>
    <w:rsid w:val="006F75A9"/>
    <w:rsid w:val="007005F9"/>
    <w:rsid w:val="007006BC"/>
    <w:rsid w:val="00700F3A"/>
    <w:rsid w:val="0070150F"/>
    <w:rsid w:val="0070163A"/>
    <w:rsid w:val="0070187F"/>
    <w:rsid w:val="00701CE5"/>
    <w:rsid w:val="00701E73"/>
    <w:rsid w:val="00703409"/>
    <w:rsid w:val="00704047"/>
    <w:rsid w:val="00704451"/>
    <w:rsid w:val="00704ADC"/>
    <w:rsid w:val="00704CF0"/>
    <w:rsid w:val="007050E5"/>
    <w:rsid w:val="0070737D"/>
    <w:rsid w:val="00707BB5"/>
    <w:rsid w:val="007102CD"/>
    <w:rsid w:val="0071069E"/>
    <w:rsid w:val="00710C47"/>
    <w:rsid w:val="0071229A"/>
    <w:rsid w:val="00712582"/>
    <w:rsid w:val="00712824"/>
    <w:rsid w:val="007145BC"/>
    <w:rsid w:val="007152F6"/>
    <w:rsid w:val="00715F8A"/>
    <w:rsid w:val="00716BB6"/>
    <w:rsid w:val="007177BD"/>
    <w:rsid w:val="007209C5"/>
    <w:rsid w:val="007210FA"/>
    <w:rsid w:val="00721BDF"/>
    <w:rsid w:val="00722186"/>
    <w:rsid w:val="00723032"/>
    <w:rsid w:val="00723B0C"/>
    <w:rsid w:val="00723B0E"/>
    <w:rsid w:val="00723DFE"/>
    <w:rsid w:val="00724DFE"/>
    <w:rsid w:val="007279E1"/>
    <w:rsid w:val="007308FB"/>
    <w:rsid w:val="00731DDC"/>
    <w:rsid w:val="00732B12"/>
    <w:rsid w:val="00732FB1"/>
    <w:rsid w:val="00733102"/>
    <w:rsid w:val="00733ECB"/>
    <w:rsid w:val="0073426D"/>
    <w:rsid w:val="00734844"/>
    <w:rsid w:val="007349A6"/>
    <w:rsid w:val="00735677"/>
    <w:rsid w:val="00735681"/>
    <w:rsid w:val="00735695"/>
    <w:rsid w:val="00737260"/>
    <w:rsid w:val="00737B8A"/>
    <w:rsid w:val="00737D2A"/>
    <w:rsid w:val="007401A5"/>
    <w:rsid w:val="0074030D"/>
    <w:rsid w:val="0074047F"/>
    <w:rsid w:val="00741356"/>
    <w:rsid w:val="00741732"/>
    <w:rsid w:val="00741B91"/>
    <w:rsid w:val="00741CB3"/>
    <w:rsid w:val="00742226"/>
    <w:rsid w:val="00742A2B"/>
    <w:rsid w:val="0074333A"/>
    <w:rsid w:val="0074509F"/>
    <w:rsid w:val="007454FE"/>
    <w:rsid w:val="00745B83"/>
    <w:rsid w:val="007460F3"/>
    <w:rsid w:val="007463C5"/>
    <w:rsid w:val="00747A2D"/>
    <w:rsid w:val="00750467"/>
    <w:rsid w:val="00750862"/>
    <w:rsid w:val="00751465"/>
    <w:rsid w:val="0075280A"/>
    <w:rsid w:val="00757216"/>
    <w:rsid w:val="0075728D"/>
    <w:rsid w:val="007579B0"/>
    <w:rsid w:val="00760230"/>
    <w:rsid w:val="007610DB"/>
    <w:rsid w:val="0076152A"/>
    <w:rsid w:val="007616FA"/>
    <w:rsid w:val="007616FF"/>
    <w:rsid w:val="00764940"/>
    <w:rsid w:val="00766CA4"/>
    <w:rsid w:val="00767AC9"/>
    <w:rsid w:val="00771266"/>
    <w:rsid w:val="00772F12"/>
    <w:rsid w:val="0077386D"/>
    <w:rsid w:val="007738DA"/>
    <w:rsid w:val="007739B1"/>
    <w:rsid w:val="007746DE"/>
    <w:rsid w:val="007750BC"/>
    <w:rsid w:val="00775C33"/>
    <w:rsid w:val="00777063"/>
    <w:rsid w:val="0078024F"/>
    <w:rsid w:val="007812C7"/>
    <w:rsid w:val="0078226E"/>
    <w:rsid w:val="00783094"/>
    <w:rsid w:val="007837B1"/>
    <w:rsid w:val="00783D5B"/>
    <w:rsid w:val="0078517B"/>
    <w:rsid w:val="00785360"/>
    <w:rsid w:val="00785909"/>
    <w:rsid w:val="00790155"/>
    <w:rsid w:val="007902B5"/>
    <w:rsid w:val="00790758"/>
    <w:rsid w:val="0079106B"/>
    <w:rsid w:val="00791461"/>
    <w:rsid w:val="00791CAC"/>
    <w:rsid w:val="00792352"/>
    <w:rsid w:val="00792AA3"/>
    <w:rsid w:val="0079314B"/>
    <w:rsid w:val="0079334A"/>
    <w:rsid w:val="007936F2"/>
    <w:rsid w:val="0079428B"/>
    <w:rsid w:val="007945D3"/>
    <w:rsid w:val="00796909"/>
    <w:rsid w:val="00797337"/>
    <w:rsid w:val="007A124F"/>
    <w:rsid w:val="007A152B"/>
    <w:rsid w:val="007A1FDA"/>
    <w:rsid w:val="007A2339"/>
    <w:rsid w:val="007A27CB"/>
    <w:rsid w:val="007A3567"/>
    <w:rsid w:val="007A3C88"/>
    <w:rsid w:val="007A50D3"/>
    <w:rsid w:val="007A6C91"/>
    <w:rsid w:val="007A77BA"/>
    <w:rsid w:val="007A793F"/>
    <w:rsid w:val="007A7F18"/>
    <w:rsid w:val="007B09AD"/>
    <w:rsid w:val="007B0E53"/>
    <w:rsid w:val="007B1141"/>
    <w:rsid w:val="007B1BB0"/>
    <w:rsid w:val="007B3543"/>
    <w:rsid w:val="007B3BDB"/>
    <w:rsid w:val="007B3C11"/>
    <w:rsid w:val="007B3E30"/>
    <w:rsid w:val="007B4C75"/>
    <w:rsid w:val="007C0836"/>
    <w:rsid w:val="007C1B04"/>
    <w:rsid w:val="007C1CF5"/>
    <w:rsid w:val="007C1D5F"/>
    <w:rsid w:val="007C1E71"/>
    <w:rsid w:val="007C27B5"/>
    <w:rsid w:val="007C3D09"/>
    <w:rsid w:val="007C4B13"/>
    <w:rsid w:val="007C4FBB"/>
    <w:rsid w:val="007C6747"/>
    <w:rsid w:val="007C677F"/>
    <w:rsid w:val="007C6FB0"/>
    <w:rsid w:val="007D0163"/>
    <w:rsid w:val="007D080D"/>
    <w:rsid w:val="007D1276"/>
    <w:rsid w:val="007D2E7C"/>
    <w:rsid w:val="007D2FFA"/>
    <w:rsid w:val="007D30A3"/>
    <w:rsid w:val="007D3A4B"/>
    <w:rsid w:val="007D4A63"/>
    <w:rsid w:val="007D57B8"/>
    <w:rsid w:val="007D5F32"/>
    <w:rsid w:val="007D6E87"/>
    <w:rsid w:val="007E017B"/>
    <w:rsid w:val="007E0DDF"/>
    <w:rsid w:val="007E2BB3"/>
    <w:rsid w:val="007E3510"/>
    <w:rsid w:val="007E4207"/>
    <w:rsid w:val="007E5DA7"/>
    <w:rsid w:val="007E6960"/>
    <w:rsid w:val="007E7431"/>
    <w:rsid w:val="007E7A37"/>
    <w:rsid w:val="007E7E7C"/>
    <w:rsid w:val="007F179B"/>
    <w:rsid w:val="007F2FAE"/>
    <w:rsid w:val="007F395E"/>
    <w:rsid w:val="007F60AA"/>
    <w:rsid w:val="007F68DD"/>
    <w:rsid w:val="007F6A6E"/>
    <w:rsid w:val="007F72D7"/>
    <w:rsid w:val="007F75EB"/>
    <w:rsid w:val="00802AB2"/>
    <w:rsid w:val="008034FB"/>
    <w:rsid w:val="00803548"/>
    <w:rsid w:val="00804221"/>
    <w:rsid w:val="00804EA0"/>
    <w:rsid w:val="0080567B"/>
    <w:rsid w:val="00805B34"/>
    <w:rsid w:val="008065F3"/>
    <w:rsid w:val="00806C33"/>
    <w:rsid w:val="0081223D"/>
    <w:rsid w:val="008127DF"/>
    <w:rsid w:val="0081355D"/>
    <w:rsid w:val="00813D63"/>
    <w:rsid w:val="00815772"/>
    <w:rsid w:val="008167BE"/>
    <w:rsid w:val="00817DC9"/>
    <w:rsid w:val="00820876"/>
    <w:rsid w:val="00821E9E"/>
    <w:rsid w:val="00822B59"/>
    <w:rsid w:val="0082358B"/>
    <w:rsid w:val="008236D2"/>
    <w:rsid w:val="0082446E"/>
    <w:rsid w:val="00825D6E"/>
    <w:rsid w:val="00825F9C"/>
    <w:rsid w:val="00826E79"/>
    <w:rsid w:val="00827048"/>
    <w:rsid w:val="008270C4"/>
    <w:rsid w:val="0082791B"/>
    <w:rsid w:val="00827BF0"/>
    <w:rsid w:val="00827DE2"/>
    <w:rsid w:val="0083189D"/>
    <w:rsid w:val="00831F14"/>
    <w:rsid w:val="00832C68"/>
    <w:rsid w:val="008330AF"/>
    <w:rsid w:val="008332F9"/>
    <w:rsid w:val="00833D4B"/>
    <w:rsid w:val="00833FD7"/>
    <w:rsid w:val="00834155"/>
    <w:rsid w:val="0083485B"/>
    <w:rsid w:val="00836247"/>
    <w:rsid w:val="00836C2C"/>
    <w:rsid w:val="00837D6D"/>
    <w:rsid w:val="00840FF2"/>
    <w:rsid w:val="00841D51"/>
    <w:rsid w:val="00841E2A"/>
    <w:rsid w:val="00842973"/>
    <w:rsid w:val="008433A3"/>
    <w:rsid w:val="00843B6C"/>
    <w:rsid w:val="00844073"/>
    <w:rsid w:val="00844CFE"/>
    <w:rsid w:val="00844D94"/>
    <w:rsid w:val="008466AD"/>
    <w:rsid w:val="008471F7"/>
    <w:rsid w:val="008477C2"/>
    <w:rsid w:val="00851EE5"/>
    <w:rsid w:val="008527C6"/>
    <w:rsid w:val="00852FDA"/>
    <w:rsid w:val="008541A9"/>
    <w:rsid w:val="008544E0"/>
    <w:rsid w:val="0085493C"/>
    <w:rsid w:val="00854FCB"/>
    <w:rsid w:val="00856515"/>
    <w:rsid w:val="00856DA6"/>
    <w:rsid w:val="00857DCD"/>
    <w:rsid w:val="0086157A"/>
    <w:rsid w:val="00861D30"/>
    <w:rsid w:val="00862400"/>
    <w:rsid w:val="00862BDB"/>
    <w:rsid w:val="00863FC5"/>
    <w:rsid w:val="00864445"/>
    <w:rsid w:val="00865CFE"/>
    <w:rsid w:val="00867278"/>
    <w:rsid w:val="00867607"/>
    <w:rsid w:val="0086775B"/>
    <w:rsid w:val="00867FB0"/>
    <w:rsid w:val="00870E97"/>
    <w:rsid w:val="0087237B"/>
    <w:rsid w:val="00873C99"/>
    <w:rsid w:val="00875A07"/>
    <w:rsid w:val="00876096"/>
    <w:rsid w:val="00876125"/>
    <w:rsid w:val="00876A1F"/>
    <w:rsid w:val="00877793"/>
    <w:rsid w:val="00877E0A"/>
    <w:rsid w:val="00880DA9"/>
    <w:rsid w:val="00881583"/>
    <w:rsid w:val="00881873"/>
    <w:rsid w:val="008821FD"/>
    <w:rsid w:val="00882465"/>
    <w:rsid w:val="00882823"/>
    <w:rsid w:val="008845F9"/>
    <w:rsid w:val="008856FE"/>
    <w:rsid w:val="00885F2F"/>
    <w:rsid w:val="0088614F"/>
    <w:rsid w:val="0088637F"/>
    <w:rsid w:val="00886790"/>
    <w:rsid w:val="00886D48"/>
    <w:rsid w:val="00887412"/>
    <w:rsid w:val="00887BBA"/>
    <w:rsid w:val="00890A02"/>
    <w:rsid w:val="008911FA"/>
    <w:rsid w:val="00891BF7"/>
    <w:rsid w:val="00893819"/>
    <w:rsid w:val="00893C30"/>
    <w:rsid w:val="00894E83"/>
    <w:rsid w:val="008957C6"/>
    <w:rsid w:val="00895D41"/>
    <w:rsid w:val="00897CE3"/>
    <w:rsid w:val="008A045F"/>
    <w:rsid w:val="008A04CA"/>
    <w:rsid w:val="008A224F"/>
    <w:rsid w:val="008A34E0"/>
    <w:rsid w:val="008A40DB"/>
    <w:rsid w:val="008A4A3B"/>
    <w:rsid w:val="008A4D2D"/>
    <w:rsid w:val="008A5529"/>
    <w:rsid w:val="008A5859"/>
    <w:rsid w:val="008A5CB5"/>
    <w:rsid w:val="008A5E61"/>
    <w:rsid w:val="008B0A60"/>
    <w:rsid w:val="008B0AF9"/>
    <w:rsid w:val="008B2C75"/>
    <w:rsid w:val="008B3090"/>
    <w:rsid w:val="008B4876"/>
    <w:rsid w:val="008B4CC9"/>
    <w:rsid w:val="008B4DE1"/>
    <w:rsid w:val="008B5AE9"/>
    <w:rsid w:val="008B6066"/>
    <w:rsid w:val="008B67AC"/>
    <w:rsid w:val="008C060C"/>
    <w:rsid w:val="008C0843"/>
    <w:rsid w:val="008C15A8"/>
    <w:rsid w:val="008C2F77"/>
    <w:rsid w:val="008C3182"/>
    <w:rsid w:val="008C35AB"/>
    <w:rsid w:val="008C36E9"/>
    <w:rsid w:val="008C3C6D"/>
    <w:rsid w:val="008C5F55"/>
    <w:rsid w:val="008C7F91"/>
    <w:rsid w:val="008D0C7E"/>
    <w:rsid w:val="008D220D"/>
    <w:rsid w:val="008D38D1"/>
    <w:rsid w:val="008D3B6F"/>
    <w:rsid w:val="008D482C"/>
    <w:rsid w:val="008D483A"/>
    <w:rsid w:val="008D4A7A"/>
    <w:rsid w:val="008E0371"/>
    <w:rsid w:val="008E2154"/>
    <w:rsid w:val="008E25FE"/>
    <w:rsid w:val="008E4EBA"/>
    <w:rsid w:val="008E5594"/>
    <w:rsid w:val="008E58A5"/>
    <w:rsid w:val="008E5CA3"/>
    <w:rsid w:val="008E6F1D"/>
    <w:rsid w:val="008E7A42"/>
    <w:rsid w:val="008E7D4F"/>
    <w:rsid w:val="008F1F11"/>
    <w:rsid w:val="008F2559"/>
    <w:rsid w:val="008F29D9"/>
    <w:rsid w:val="008F51F6"/>
    <w:rsid w:val="008F6C4A"/>
    <w:rsid w:val="008F7AF2"/>
    <w:rsid w:val="008F7DFF"/>
    <w:rsid w:val="00900A01"/>
    <w:rsid w:val="0090171B"/>
    <w:rsid w:val="009023FD"/>
    <w:rsid w:val="00903BBF"/>
    <w:rsid w:val="00903C7C"/>
    <w:rsid w:val="00904533"/>
    <w:rsid w:val="009051C1"/>
    <w:rsid w:val="009075ED"/>
    <w:rsid w:val="00907A0A"/>
    <w:rsid w:val="00910418"/>
    <w:rsid w:val="00911444"/>
    <w:rsid w:val="0091146B"/>
    <w:rsid w:val="00912AC1"/>
    <w:rsid w:val="00913B7C"/>
    <w:rsid w:val="00914CA5"/>
    <w:rsid w:val="00915EEA"/>
    <w:rsid w:val="009164A8"/>
    <w:rsid w:val="00916ECC"/>
    <w:rsid w:val="00920CB6"/>
    <w:rsid w:val="0092148E"/>
    <w:rsid w:val="009214D7"/>
    <w:rsid w:val="009226BF"/>
    <w:rsid w:val="009230AF"/>
    <w:rsid w:val="0092367C"/>
    <w:rsid w:val="009237CE"/>
    <w:rsid w:val="00923931"/>
    <w:rsid w:val="00924299"/>
    <w:rsid w:val="0092753C"/>
    <w:rsid w:val="009278FC"/>
    <w:rsid w:val="0093006C"/>
    <w:rsid w:val="009319F4"/>
    <w:rsid w:val="00931C15"/>
    <w:rsid w:val="00934623"/>
    <w:rsid w:val="00934B83"/>
    <w:rsid w:val="00934BA9"/>
    <w:rsid w:val="00934CA2"/>
    <w:rsid w:val="00934FBD"/>
    <w:rsid w:val="00936F6C"/>
    <w:rsid w:val="00937807"/>
    <w:rsid w:val="009400D0"/>
    <w:rsid w:val="0094042F"/>
    <w:rsid w:val="009405B7"/>
    <w:rsid w:val="009409AF"/>
    <w:rsid w:val="0094173D"/>
    <w:rsid w:val="00942295"/>
    <w:rsid w:val="00943196"/>
    <w:rsid w:val="00943D80"/>
    <w:rsid w:val="00943F2C"/>
    <w:rsid w:val="009446D3"/>
    <w:rsid w:val="00944FDF"/>
    <w:rsid w:val="00946E82"/>
    <w:rsid w:val="00950568"/>
    <w:rsid w:val="009505A7"/>
    <w:rsid w:val="0095065E"/>
    <w:rsid w:val="00950C4D"/>
    <w:rsid w:val="00951A23"/>
    <w:rsid w:val="00951FB4"/>
    <w:rsid w:val="009524C1"/>
    <w:rsid w:val="009538D0"/>
    <w:rsid w:val="009544E7"/>
    <w:rsid w:val="00954B07"/>
    <w:rsid w:val="00954C13"/>
    <w:rsid w:val="0095594C"/>
    <w:rsid w:val="009564F9"/>
    <w:rsid w:val="00956DF9"/>
    <w:rsid w:val="00960C6A"/>
    <w:rsid w:val="00961685"/>
    <w:rsid w:val="00961F94"/>
    <w:rsid w:val="009645DA"/>
    <w:rsid w:val="009717A0"/>
    <w:rsid w:val="009717F2"/>
    <w:rsid w:val="00972236"/>
    <w:rsid w:val="00972930"/>
    <w:rsid w:val="00972E65"/>
    <w:rsid w:val="00974FB3"/>
    <w:rsid w:val="0097549F"/>
    <w:rsid w:val="00975860"/>
    <w:rsid w:val="00975B54"/>
    <w:rsid w:val="00975D65"/>
    <w:rsid w:val="00977924"/>
    <w:rsid w:val="009779A3"/>
    <w:rsid w:val="00980AD6"/>
    <w:rsid w:val="00980D65"/>
    <w:rsid w:val="00981175"/>
    <w:rsid w:val="00981417"/>
    <w:rsid w:val="0098205F"/>
    <w:rsid w:val="00982A74"/>
    <w:rsid w:val="00982D0A"/>
    <w:rsid w:val="00983C35"/>
    <w:rsid w:val="009841A7"/>
    <w:rsid w:val="009857B1"/>
    <w:rsid w:val="0098618E"/>
    <w:rsid w:val="00987DA3"/>
    <w:rsid w:val="0099005A"/>
    <w:rsid w:val="00990A64"/>
    <w:rsid w:val="00990C50"/>
    <w:rsid w:val="00990ECC"/>
    <w:rsid w:val="00991863"/>
    <w:rsid w:val="00993EB7"/>
    <w:rsid w:val="009956C6"/>
    <w:rsid w:val="00995EEA"/>
    <w:rsid w:val="009964EB"/>
    <w:rsid w:val="00996BB3"/>
    <w:rsid w:val="009972EF"/>
    <w:rsid w:val="009A3BAA"/>
    <w:rsid w:val="009A4144"/>
    <w:rsid w:val="009A41D8"/>
    <w:rsid w:val="009A43A8"/>
    <w:rsid w:val="009A467A"/>
    <w:rsid w:val="009A614F"/>
    <w:rsid w:val="009A6932"/>
    <w:rsid w:val="009A6AB7"/>
    <w:rsid w:val="009A7623"/>
    <w:rsid w:val="009A7D25"/>
    <w:rsid w:val="009B036D"/>
    <w:rsid w:val="009B0C66"/>
    <w:rsid w:val="009B0D59"/>
    <w:rsid w:val="009B13ED"/>
    <w:rsid w:val="009B18F7"/>
    <w:rsid w:val="009B1E5A"/>
    <w:rsid w:val="009B43A2"/>
    <w:rsid w:val="009B5C67"/>
    <w:rsid w:val="009B6428"/>
    <w:rsid w:val="009B6620"/>
    <w:rsid w:val="009B6882"/>
    <w:rsid w:val="009B6BC7"/>
    <w:rsid w:val="009B77A3"/>
    <w:rsid w:val="009B7BF2"/>
    <w:rsid w:val="009C1338"/>
    <w:rsid w:val="009C1514"/>
    <w:rsid w:val="009C228F"/>
    <w:rsid w:val="009C2506"/>
    <w:rsid w:val="009C2F11"/>
    <w:rsid w:val="009C35EB"/>
    <w:rsid w:val="009C39FB"/>
    <w:rsid w:val="009C4776"/>
    <w:rsid w:val="009C5083"/>
    <w:rsid w:val="009C56C8"/>
    <w:rsid w:val="009C5D6F"/>
    <w:rsid w:val="009D025A"/>
    <w:rsid w:val="009D1315"/>
    <w:rsid w:val="009D2108"/>
    <w:rsid w:val="009D24CA"/>
    <w:rsid w:val="009D4199"/>
    <w:rsid w:val="009D4312"/>
    <w:rsid w:val="009D46E4"/>
    <w:rsid w:val="009D472B"/>
    <w:rsid w:val="009D4880"/>
    <w:rsid w:val="009D636A"/>
    <w:rsid w:val="009E116C"/>
    <w:rsid w:val="009E1192"/>
    <w:rsid w:val="009E1AE8"/>
    <w:rsid w:val="009E20C7"/>
    <w:rsid w:val="009E25BF"/>
    <w:rsid w:val="009E2784"/>
    <w:rsid w:val="009E28A2"/>
    <w:rsid w:val="009E41CB"/>
    <w:rsid w:val="009E637F"/>
    <w:rsid w:val="009E6B39"/>
    <w:rsid w:val="009F00D1"/>
    <w:rsid w:val="009F04F6"/>
    <w:rsid w:val="009F142E"/>
    <w:rsid w:val="009F27BA"/>
    <w:rsid w:val="009F3232"/>
    <w:rsid w:val="009F3978"/>
    <w:rsid w:val="009F4631"/>
    <w:rsid w:val="009F4EEF"/>
    <w:rsid w:val="009F552D"/>
    <w:rsid w:val="009F5AFB"/>
    <w:rsid w:val="009F6824"/>
    <w:rsid w:val="00A00377"/>
    <w:rsid w:val="00A003F3"/>
    <w:rsid w:val="00A00902"/>
    <w:rsid w:val="00A00AB4"/>
    <w:rsid w:val="00A0155B"/>
    <w:rsid w:val="00A02217"/>
    <w:rsid w:val="00A02719"/>
    <w:rsid w:val="00A029E4"/>
    <w:rsid w:val="00A02A26"/>
    <w:rsid w:val="00A02BD7"/>
    <w:rsid w:val="00A02CC0"/>
    <w:rsid w:val="00A03347"/>
    <w:rsid w:val="00A0374B"/>
    <w:rsid w:val="00A04F2E"/>
    <w:rsid w:val="00A058AB"/>
    <w:rsid w:val="00A05F2F"/>
    <w:rsid w:val="00A070CB"/>
    <w:rsid w:val="00A071E0"/>
    <w:rsid w:val="00A078CB"/>
    <w:rsid w:val="00A10053"/>
    <w:rsid w:val="00A1160A"/>
    <w:rsid w:val="00A117A3"/>
    <w:rsid w:val="00A11DF5"/>
    <w:rsid w:val="00A11EB1"/>
    <w:rsid w:val="00A12B1F"/>
    <w:rsid w:val="00A1321C"/>
    <w:rsid w:val="00A16654"/>
    <w:rsid w:val="00A16BF3"/>
    <w:rsid w:val="00A21E6A"/>
    <w:rsid w:val="00A22A91"/>
    <w:rsid w:val="00A22F5E"/>
    <w:rsid w:val="00A24AFF"/>
    <w:rsid w:val="00A24DCE"/>
    <w:rsid w:val="00A26848"/>
    <w:rsid w:val="00A270FC"/>
    <w:rsid w:val="00A306C0"/>
    <w:rsid w:val="00A31DE1"/>
    <w:rsid w:val="00A329F4"/>
    <w:rsid w:val="00A32B88"/>
    <w:rsid w:val="00A32E90"/>
    <w:rsid w:val="00A3341C"/>
    <w:rsid w:val="00A33A83"/>
    <w:rsid w:val="00A34346"/>
    <w:rsid w:val="00A345F0"/>
    <w:rsid w:val="00A34828"/>
    <w:rsid w:val="00A35C2E"/>
    <w:rsid w:val="00A36819"/>
    <w:rsid w:val="00A36DF6"/>
    <w:rsid w:val="00A37417"/>
    <w:rsid w:val="00A3794C"/>
    <w:rsid w:val="00A37984"/>
    <w:rsid w:val="00A40396"/>
    <w:rsid w:val="00A412C9"/>
    <w:rsid w:val="00A413CF"/>
    <w:rsid w:val="00A42512"/>
    <w:rsid w:val="00A42EC7"/>
    <w:rsid w:val="00A43287"/>
    <w:rsid w:val="00A43FEF"/>
    <w:rsid w:val="00A444D6"/>
    <w:rsid w:val="00A448D5"/>
    <w:rsid w:val="00A44A7D"/>
    <w:rsid w:val="00A44E15"/>
    <w:rsid w:val="00A4707D"/>
    <w:rsid w:val="00A471CF"/>
    <w:rsid w:val="00A4790E"/>
    <w:rsid w:val="00A47BB1"/>
    <w:rsid w:val="00A50B4E"/>
    <w:rsid w:val="00A51837"/>
    <w:rsid w:val="00A5283A"/>
    <w:rsid w:val="00A52ADC"/>
    <w:rsid w:val="00A52B28"/>
    <w:rsid w:val="00A54999"/>
    <w:rsid w:val="00A549BC"/>
    <w:rsid w:val="00A56369"/>
    <w:rsid w:val="00A56780"/>
    <w:rsid w:val="00A568FD"/>
    <w:rsid w:val="00A60EEF"/>
    <w:rsid w:val="00A64E6F"/>
    <w:rsid w:val="00A661D8"/>
    <w:rsid w:val="00A66B96"/>
    <w:rsid w:val="00A66F6E"/>
    <w:rsid w:val="00A67990"/>
    <w:rsid w:val="00A70A61"/>
    <w:rsid w:val="00A70BFF"/>
    <w:rsid w:val="00A712F0"/>
    <w:rsid w:val="00A714B0"/>
    <w:rsid w:val="00A72413"/>
    <w:rsid w:val="00A72675"/>
    <w:rsid w:val="00A72802"/>
    <w:rsid w:val="00A7324E"/>
    <w:rsid w:val="00A73A18"/>
    <w:rsid w:val="00A75FC2"/>
    <w:rsid w:val="00A77FCB"/>
    <w:rsid w:val="00A80A54"/>
    <w:rsid w:val="00A80AB6"/>
    <w:rsid w:val="00A81B5A"/>
    <w:rsid w:val="00A83AFF"/>
    <w:rsid w:val="00A842FF"/>
    <w:rsid w:val="00A87502"/>
    <w:rsid w:val="00A87605"/>
    <w:rsid w:val="00A90B7F"/>
    <w:rsid w:val="00A9144E"/>
    <w:rsid w:val="00A91E59"/>
    <w:rsid w:val="00A926B8"/>
    <w:rsid w:val="00A93AF5"/>
    <w:rsid w:val="00A94105"/>
    <w:rsid w:val="00A95222"/>
    <w:rsid w:val="00A95428"/>
    <w:rsid w:val="00A955BF"/>
    <w:rsid w:val="00A956A0"/>
    <w:rsid w:val="00A96771"/>
    <w:rsid w:val="00A96B36"/>
    <w:rsid w:val="00A97802"/>
    <w:rsid w:val="00AA07C3"/>
    <w:rsid w:val="00AA1A1F"/>
    <w:rsid w:val="00AA2A43"/>
    <w:rsid w:val="00AA2E7D"/>
    <w:rsid w:val="00AA3121"/>
    <w:rsid w:val="00AA32F2"/>
    <w:rsid w:val="00AA35C4"/>
    <w:rsid w:val="00AA3BFA"/>
    <w:rsid w:val="00AA3D27"/>
    <w:rsid w:val="00AA4094"/>
    <w:rsid w:val="00AA6130"/>
    <w:rsid w:val="00AA6828"/>
    <w:rsid w:val="00AA773D"/>
    <w:rsid w:val="00AA775C"/>
    <w:rsid w:val="00AB1293"/>
    <w:rsid w:val="00AB1D48"/>
    <w:rsid w:val="00AB2D50"/>
    <w:rsid w:val="00AB301C"/>
    <w:rsid w:val="00AB5545"/>
    <w:rsid w:val="00AB6D17"/>
    <w:rsid w:val="00AB6E0D"/>
    <w:rsid w:val="00AC00C3"/>
    <w:rsid w:val="00AC0139"/>
    <w:rsid w:val="00AC0356"/>
    <w:rsid w:val="00AC11D4"/>
    <w:rsid w:val="00AC18E9"/>
    <w:rsid w:val="00AC1B8E"/>
    <w:rsid w:val="00AC379B"/>
    <w:rsid w:val="00AC4E74"/>
    <w:rsid w:val="00AC50C9"/>
    <w:rsid w:val="00AC5E08"/>
    <w:rsid w:val="00AC6C22"/>
    <w:rsid w:val="00AC71C2"/>
    <w:rsid w:val="00AC7A9D"/>
    <w:rsid w:val="00AD03A3"/>
    <w:rsid w:val="00AD0ABF"/>
    <w:rsid w:val="00AD237F"/>
    <w:rsid w:val="00AD36E5"/>
    <w:rsid w:val="00AD3A0A"/>
    <w:rsid w:val="00AD3EBF"/>
    <w:rsid w:val="00AD427C"/>
    <w:rsid w:val="00AD5D83"/>
    <w:rsid w:val="00AD6315"/>
    <w:rsid w:val="00AD6BEA"/>
    <w:rsid w:val="00AE1B00"/>
    <w:rsid w:val="00AE28F1"/>
    <w:rsid w:val="00AE4A33"/>
    <w:rsid w:val="00AE4B44"/>
    <w:rsid w:val="00AE5110"/>
    <w:rsid w:val="00AE53A1"/>
    <w:rsid w:val="00AE723D"/>
    <w:rsid w:val="00AE7816"/>
    <w:rsid w:val="00AF1176"/>
    <w:rsid w:val="00AF168E"/>
    <w:rsid w:val="00AF23D7"/>
    <w:rsid w:val="00AF3F46"/>
    <w:rsid w:val="00AF66C9"/>
    <w:rsid w:val="00AF6B66"/>
    <w:rsid w:val="00AF773D"/>
    <w:rsid w:val="00AF7A12"/>
    <w:rsid w:val="00B00720"/>
    <w:rsid w:val="00B00D8E"/>
    <w:rsid w:val="00B02943"/>
    <w:rsid w:val="00B02DBC"/>
    <w:rsid w:val="00B03264"/>
    <w:rsid w:val="00B04100"/>
    <w:rsid w:val="00B04A5D"/>
    <w:rsid w:val="00B07041"/>
    <w:rsid w:val="00B07D30"/>
    <w:rsid w:val="00B1056F"/>
    <w:rsid w:val="00B1120B"/>
    <w:rsid w:val="00B125EB"/>
    <w:rsid w:val="00B137CF"/>
    <w:rsid w:val="00B14676"/>
    <w:rsid w:val="00B14E47"/>
    <w:rsid w:val="00B15247"/>
    <w:rsid w:val="00B16060"/>
    <w:rsid w:val="00B1677B"/>
    <w:rsid w:val="00B17CA4"/>
    <w:rsid w:val="00B20822"/>
    <w:rsid w:val="00B208FA"/>
    <w:rsid w:val="00B20C3A"/>
    <w:rsid w:val="00B20F42"/>
    <w:rsid w:val="00B216C6"/>
    <w:rsid w:val="00B216EE"/>
    <w:rsid w:val="00B21813"/>
    <w:rsid w:val="00B22AD2"/>
    <w:rsid w:val="00B23205"/>
    <w:rsid w:val="00B23A4B"/>
    <w:rsid w:val="00B24CBE"/>
    <w:rsid w:val="00B266D0"/>
    <w:rsid w:val="00B26DFB"/>
    <w:rsid w:val="00B30FCC"/>
    <w:rsid w:val="00B314A6"/>
    <w:rsid w:val="00B335C8"/>
    <w:rsid w:val="00B338CF"/>
    <w:rsid w:val="00B33CD8"/>
    <w:rsid w:val="00B34B5F"/>
    <w:rsid w:val="00B36B03"/>
    <w:rsid w:val="00B36B2F"/>
    <w:rsid w:val="00B37C3C"/>
    <w:rsid w:val="00B40E79"/>
    <w:rsid w:val="00B419FC"/>
    <w:rsid w:val="00B43A6A"/>
    <w:rsid w:val="00B448AC"/>
    <w:rsid w:val="00B45147"/>
    <w:rsid w:val="00B454B8"/>
    <w:rsid w:val="00B457E4"/>
    <w:rsid w:val="00B5037D"/>
    <w:rsid w:val="00B51463"/>
    <w:rsid w:val="00B52B03"/>
    <w:rsid w:val="00B5330C"/>
    <w:rsid w:val="00B5337A"/>
    <w:rsid w:val="00B53FDE"/>
    <w:rsid w:val="00B5466F"/>
    <w:rsid w:val="00B54741"/>
    <w:rsid w:val="00B558AE"/>
    <w:rsid w:val="00B55C9A"/>
    <w:rsid w:val="00B560C8"/>
    <w:rsid w:val="00B5630B"/>
    <w:rsid w:val="00B5685D"/>
    <w:rsid w:val="00B56DCC"/>
    <w:rsid w:val="00B56EA2"/>
    <w:rsid w:val="00B57023"/>
    <w:rsid w:val="00B57FFD"/>
    <w:rsid w:val="00B604BD"/>
    <w:rsid w:val="00B607CB"/>
    <w:rsid w:val="00B6174C"/>
    <w:rsid w:val="00B62436"/>
    <w:rsid w:val="00B642E6"/>
    <w:rsid w:val="00B651ED"/>
    <w:rsid w:val="00B659FB"/>
    <w:rsid w:val="00B661CD"/>
    <w:rsid w:val="00B66270"/>
    <w:rsid w:val="00B6664E"/>
    <w:rsid w:val="00B671A7"/>
    <w:rsid w:val="00B67BC8"/>
    <w:rsid w:val="00B701AB"/>
    <w:rsid w:val="00B70B21"/>
    <w:rsid w:val="00B720CD"/>
    <w:rsid w:val="00B736DC"/>
    <w:rsid w:val="00B754CA"/>
    <w:rsid w:val="00B75987"/>
    <w:rsid w:val="00B7622F"/>
    <w:rsid w:val="00B777A6"/>
    <w:rsid w:val="00B77F8B"/>
    <w:rsid w:val="00B80225"/>
    <w:rsid w:val="00B80B1F"/>
    <w:rsid w:val="00B8101B"/>
    <w:rsid w:val="00B81FDC"/>
    <w:rsid w:val="00B82DA6"/>
    <w:rsid w:val="00B83BAB"/>
    <w:rsid w:val="00B84C7F"/>
    <w:rsid w:val="00B85E27"/>
    <w:rsid w:val="00B86317"/>
    <w:rsid w:val="00B90206"/>
    <w:rsid w:val="00B903EC"/>
    <w:rsid w:val="00B949CB"/>
    <w:rsid w:val="00B95108"/>
    <w:rsid w:val="00B954EE"/>
    <w:rsid w:val="00B9668A"/>
    <w:rsid w:val="00B9695A"/>
    <w:rsid w:val="00BA10FC"/>
    <w:rsid w:val="00BA1AED"/>
    <w:rsid w:val="00BA2211"/>
    <w:rsid w:val="00BA22E2"/>
    <w:rsid w:val="00BA2B05"/>
    <w:rsid w:val="00BA2E43"/>
    <w:rsid w:val="00BA2E55"/>
    <w:rsid w:val="00BA2F09"/>
    <w:rsid w:val="00BA3B01"/>
    <w:rsid w:val="00BA3B0C"/>
    <w:rsid w:val="00BA3D7F"/>
    <w:rsid w:val="00BA56BA"/>
    <w:rsid w:val="00BA6BA3"/>
    <w:rsid w:val="00BA6CEA"/>
    <w:rsid w:val="00BA6F85"/>
    <w:rsid w:val="00BA73B0"/>
    <w:rsid w:val="00BA74A7"/>
    <w:rsid w:val="00BB08D5"/>
    <w:rsid w:val="00BB0CC8"/>
    <w:rsid w:val="00BB2BA1"/>
    <w:rsid w:val="00BB35A5"/>
    <w:rsid w:val="00BB3CA9"/>
    <w:rsid w:val="00BB58AB"/>
    <w:rsid w:val="00BB600B"/>
    <w:rsid w:val="00BB73F9"/>
    <w:rsid w:val="00BC041F"/>
    <w:rsid w:val="00BC1B01"/>
    <w:rsid w:val="00BC1C85"/>
    <w:rsid w:val="00BC2347"/>
    <w:rsid w:val="00BC2A5E"/>
    <w:rsid w:val="00BC2FE2"/>
    <w:rsid w:val="00BC35CA"/>
    <w:rsid w:val="00BC4856"/>
    <w:rsid w:val="00BC4F63"/>
    <w:rsid w:val="00BC530A"/>
    <w:rsid w:val="00BC5A3D"/>
    <w:rsid w:val="00BC5B2A"/>
    <w:rsid w:val="00BC6B5C"/>
    <w:rsid w:val="00BC7619"/>
    <w:rsid w:val="00BD0B85"/>
    <w:rsid w:val="00BD1516"/>
    <w:rsid w:val="00BD200A"/>
    <w:rsid w:val="00BD249F"/>
    <w:rsid w:val="00BD327F"/>
    <w:rsid w:val="00BD397E"/>
    <w:rsid w:val="00BD50FA"/>
    <w:rsid w:val="00BD6E43"/>
    <w:rsid w:val="00BD6E58"/>
    <w:rsid w:val="00BD7F41"/>
    <w:rsid w:val="00BE0509"/>
    <w:rsid w:val="00BE0CD5"/>
    <w:rsid w:val="00BE1322"/>
    <w:rsid w:val="00BE1B92"/>
    <w:rsid w:val="00BE208C"/>
    <w:rsid w:val="00BE440E"/>
    <w:rsid w:val="00BE4525"/>
    <w:rsid w:val="00BE613B"/>
    <w:rsid w:val="00BF03BF"/>
    <w:rsid w:val="00BF1BE6"/>
    <w:rsid w:val="00BF1DA3"/>
    <w:rsid w:val="00BF1FA0"/>
    <w:rsid w:val="00BF2D1A"/>
    <w:rsid w:val="00BF32AC"/>
    <w:rsid w:val="00BF48CE"/>
    <w:rsid w:val="00BF4EEC"/>
    <w:rsid w:val="00BF585F"/>
    <w:rsid w:val="00BF5F63"/>
    <w:rsid w:val="00BF6E37"/>
    <w:rsid w:val="00BF71C0"/>
    <w:rsid w:val="00C01A25"/>
    <w:rsid w:val="00C01EC9"/>
    <w:rsid w:val="00C03830"/>
    <w:rsid w:val="00C03AE4"/>
    <w:rsid w:val="00C049FC"/>
    <w:rsid w:val="00C04ABA"/>
    <w:rsid w:val="00C05896"/>
    <w:rsid w:val="00C05F01"/>
    <w:rsid w:val="00C06887"/>
    <w:rsid w:val="00C06FC1"/>
    <w:rsid w:val="00C0723D"/>
    <w:rsid w:val="00C073C3"/>
    <w:rsid w:val="00C111D0"/>
    <w:rsid w:val="00C1385C"/>
    <w:rsid w:val="00C14890"/>
    <w:rsid w:val="00C1498D"/>
    <w:rsid w:val="00C15417"/>
    <w:rsid w:val="00C17183"/>
    <w:rsid w:val="00C178FE"/>
    <w:rsid w:val="00C17DA7"/>
    <w:rsid w:val="00C21076"/>
    <w:rsid w:val="00C2183A"/>
    <w:rsid w:val="00C21A79"/>
    <w:rsid w:val="00C22B45"/>
    <w:rsid w:val="00C23335"/>
    <w:rsid w:val="00C23946"/>
    <w:rsid w:val="00C24251"/>
    <w:rsid w:val="00C24E82"/>
    <w:rsid w:val="00C257B6"/>
    <w:rsid w:val="00C25E39"/>
    <w:rsid w:val="00C307A9"/>
    <w:rsid w:val="00C30AE4"/>
    <w:rsid w:val="00C31FA1"/>
    <w:rsid w:val="00C31FD9"/>
    <w:rsid w:val="00C3243B"/>
    <w:rsid w:val="00C3293A"/>
    <w:rsid w:val="00C32DD8"/>
    <w:rsid w:val="00C3433A"/>
    <w:rsid w:val="00C344F8"/>
    <w:rsid w:val="00C36D18"/>
    <w:rsid w:val="00C37258"/>
    <w:rsid w:val="00C37334"/>
    <w:rsid w:val="00C4027D"/>
    <w:rsid w:val="00C409CC"/>
    <w:rsid w:val="00C412A4"/>
    <w:rsid w:val="00C41637"/>
    <w:rsid w:val="00C41892"/>
    <w:rsid w:val="00C4196E"/>
    <w:rsid w:val="00C41CCA"/>
    <w:rsid w:val="00C41E42"/>
    <w:rsid w:val="00C4252C"/>
    <w:rsid w:val="00C433DF"/>
    <w:rsid w:val="00C4364E"/>
    <w:rsid w:val="00C43994"/>
    <w:rsid w:val="00C43BA1"/>
    <w:rsid w:val="00C44125"/>
    <w:rsid w:val="00C4455A"/>
    <w:rsid w:val="00C44969"/>
    <w:rsid w:val="00C4577A"/>
    <w:rsid w:val="00C45DDA"/>
    <w:rsid w:val="00C46B49"/>
    <w:rsid w:val="00C46F28"/>
    <w:rsid w:val="00C517DC"/>
    <w:rsid w:val="00C520F6"/>
    <w:rsid w:val="00C52AEA"/>
    <w:rsid w:val="00C53795"/>
    <w:rsid w:val="00C5424D"/>
    <w:rsid w:val="00C5477C"/>
    <w:rsid w:val="00C5563C"/>
    <w:rsid w:val="00C55B08"/>
    <w:rsid w:val="00C566AA"/>
    <w:rsid w:val="00C568C5"/>
    <w:rsid w:val="00C57324"/>
    <w:rsid w:val="00C60A75"/>
    <w:rsid w:val="00C60AD5"/>
    <w:rsid w:val="00C627D9"/>
    <w:rsid w:val="00C63828"/>
    <w:rsid w:val="00C63C50"/>
    <w:rsid w:val="00C63D85"/>
    <w:rsid w:val="00C6497B"/>
    <w:rsid w:val="00C652EE"/>
    <w:rsid w:val="00C659B2"/>
    <w:rsid w:val="00C659DB"/>
    <w:rsid w:val="00C659F8"/>
    <w:rsid w:val="00C66A63"/>
    <w:rsid w:val="00C6707D"/>
    <w:rsid w:val="00C72815"/>
    <w:rsid w:val="00C74C81"/>
    <w:rsid w:val="00C760F7"/>
    <w:rsid w:val="00C76F13"/>
    <w:rsid w:val="00C77184"/>
    <w:rsid w:val="00C77B1D"/>
    <w:rsid w:val="00C80E71"/>
    <w:rsid w:val="00C812A9"/>
    <w:rsid w:val="00C834F9"/>
    <w:rsid w:val="00C8421B"/>
    <w:rsid w:val="00C84477"/>
    <w:rsid w:val="00C84B90"/>
    <w:rsid w:val="00C8646D"/>
    <w:rsid w:val="00C8668A"/>
    <w:rsid w:val="00C908BC"/>
    <w:rsid w:val="00C922D1"/>
    <w:rsid w:val="00C93238"/>
    <w:rsid w:val="00C94141"/>
    <w:rsid w:val="00C948E6"/>
    <w:rsid w:val="00C95415"/>
    <w:rsid w:val="00C95B84"/>
    <w:rsid w:val="00C96926"/>
    <w:rsid w:val="00C96BE5"/>
    <w:rsid w:val="00C97102"/>
    <w:rsid w:val="00C9726A"/>
    <w:rsid w:val="00C97BA1"/>
    <w:rsid w:val="00CA0786"/>
    <w:rsid w:val="00CA130D"/>
    <w:rsid w:val="00CA2588"/>
    <w:rsid w:val="00CA2F20"/>
    <w:rsid w:val="00CA3B00"/>
    <w:rsid w:val="00CA4CC2"/>
    <w:rsid w:val="00CA5922"/>
    <w:rsid w:val="00CA6083"/>
    <w:rsid w:val="00CA6563"/>
    <w:rsid w:val="00CA6677"/>
    <w:rsid w:val="00CA6EA0"/>
    <w:rsid w:val="00CA70FE"/>
    <w:rsid w:val="00CB06FF"/>
    <w:rsid w:val="00CB071C"/>
    <w:rsid w:val="00CB0AA8"/>
    <w:rsid w:val="00CB0F1D"/>
    <w:rsid w:val="00CB15B7"/>
    <w:rsid w:val="00CB3FAB"/>
    <w:rsid w:val="00CB6648"/>
    <w:rsid w:val="00CB6841"/>
    <w:rsid w:val="00CB6860"/>
    <w:rsid w:val="00CC2BAD"/>
    <w:rsid w:val="00CC3065"/>
    <w:rsid w:val="00CC4477"/>
    <w:rsid w:val="00CC62AD"/>
    <w:rsid w:val="00CC63DA"/>
    <w:rsid w:val="00CC64DA"/>
    <w:rsid w:val="00CC68F1"/>
    <w:rsid w:val="00CC6E58"/>
    <w:rsid w:val="00CC7A32"/>
    <w:rsid w:val="00CD235A"/>
    <w:rsid w:val="00CD4285"/>
    <w:rsid w:val="00CD441D"/>
    <w:rsid w:val="00CD4D52"/>
    <w:rsid w:val="00CD66DA"/>
    <w:rsid w:val="00CD6AEF"/>
    <w:rsid w:val="00CD6D6C"/>
    <w:rsid w:val="00CE0B7E"/>
    <w:rsid w:val="00CE1B9A"/>
    <w:rsid w:val="00CE1FB3"/>
    <w:rsid w:val="00CE4A66"/>
    <w:rsid w:val="00CE5230"/>
    <w:rsid w:val="00CE5D31"/>
    <w:rsid w:val="00CE5DA9"/>
    <w:rsid w:val="00CE65DE"/>
    <w:rsid w:val="00CE6C67"/>
    <w:rsid w:val="00CE76AE"/>
    <w:rsid w:val="00CF0725"/>
    <w:rsid w:val="00CF0D01"/>
    <w:rsid w:val="00CF146E"/>
    <w:rsid w:val="00CF14A7"/>
    <w:rsid w:val="00CF182D"/>
    <w:rsid w:val="00CF20D5"/>
    <w:rsid w:val="00CF472F"/>
    <w:rsid w:val="00CF485A"/>
    <w:rsid w:val="00CF4A0A"/>
    <w:rsid w:val="00CF4C06"/>
    <w:rsid w:val="00CF582E"/>
    <w:rsid w:val="00CF5EFD"/>
    <w:rsid w:val="00CF62CB"/>
    <w:rsid w:val="00CF75C5"/>
    <w:rsid w:val="00D0026D"/>
    <w:rsid w:val="00D00BCE"/>
    <w:rsid w:val="00D0156A"/>
    <w:rsid w:val="00D01BC5"/>
    <w:rsid w:val="00D02727"/>
    <w:rsid w:val="00D038F0"/>
    <w:rsid w:val="00D03A7C"/>
    <w:rsid w:val="00D03D0F"/>
    <w:rsid w:val="00D04325"/>
    <w:rsid w:val="00D04536"/>
    <w:rsid w:val="00D0602D"/>
    <w:rsid w:val="00D060CB"/>
    <w:rsid w:val="00D070C7"/>
    <w:rsid w:val="00D07D82"/>
    <w:rsid w:val="00D12067"/>
    <w:rsid w:val="00D123EE"/>
    <w:rsid w:val="00D15388"/>
    <w:rsid w:val="00D167BF"/>
    <w:rsid w:val="00D16DA6"/>
    <w:rsid w:val="00D17253"/>
    <w:rsid w:val="00D208C5"/>
    <w:rsid w:val="00D21867"/>
    <w:rsid w:val="00D220EB"/>
    <w:rsid w:val="00D2230E"/>
    <w:rsid w:val="00D224C6"/>
    <w:rsid w:val="00D22BC4"/>
    <w:rsid w:val="00D23430"/>
    <w:rsid w:val="00D23967"/>
    <w:rsid w:val="00D23FF9"/>
    <w:rsid w:val="00D251DB"/>
    <w:rsid w:val="00D25326"/>
    <w:rsid w:val="00D25F6F"/>
    <w:rsid w:val="00D2715E"/>
    <w:rsid w:val="00D27D3B"/>
    <w:rsid w:val="00D27F79"/>
    <w:rsid w:val="00D31C54"/>
    <w:rsid w:val="00D32154"/>
    <w:rsid w:val="00D324CE"/>
    <w:rsid w:val="00D324EF"/>
    <w:rsid w:val="00D328B8"/>
    <w:rsid w:val="00D32A6C"/>
    <w:rsid w:val="00D3328B"/>
    <w:rsid w:val="00D3378D"/>
    <w:rsid w:val="00D3387D"/>
    <w:rsid w:val="00D3444C"/>
    <w:rsid w:val="00D34A74"/>
    <w:rsid w:val="00D34E3D"/>
    <w:rsid w:val="00D353CC"/>
    <w:rsid w:val="00D35916"/>
    <w:rsid w:val="00D35C70"/>
    <w:rsid w:val="00D45158"/>
    <w:rsid w:val="00D4588B"/>
    <w:rsid w:val="00D500CC"/>
    <w:rsid w:val="00D50612"/>
    <w:rsid w:val="00D50723"/>
    <w:rsid w:val="00D51800"/>
    <w:rsid w:val="00D52659"/>
    <w:rsid w:val="00D54F83"/>
    <w:rsid w:val="00D55F5A"/>
    <w:rsid w:val="00D56C6B"/>
    <w:rsid w:val="00D57FEE"/>
    <w:rsid w:val="00D602EB"/>
    <w:rsid w:val="00D6205B"/>
    <w:rsid w:val="00D622CA"/>
    <w:rsid w:val="00D62C98"/>
    <w:rsid w:val="00D62E6B"/>
    <w:rsid w:val="00D6328C"/>
    <w:rsid w:val="00D6387D"/>
    <w:rsid w:val="00D64103"/>
    <w:rsid w:val="00D642EE"/>
    <w:rsid w:val="00D6492E"/>
    <w:rsid w:val="00D6567F"/>
    <w:rsid w:val="00D65E30"/>
    <w:rsid w:val="00D66F1E"/>
    <w:rsid w:val="00D670F0"/>
    <w:rsid w:val="00D727A5"/>
    <w:rsid w:val="00D72FF5"/>
    <w:rsid w:val="00D73D85"/>
    <w:rsid w:val="00D73DDC"/>
    <w:rsid w:val="00D74CCE"/>
    <w:rsid w:val="00D75A08"/>
    <w:rsid w:val="00D75EAB"/>
    <w:rsid w:val="00D76D7F"/>
    <w:rsid w:val="00D7752B"/>
    <w:rsid w:val="00D77ACF"/>
    <w:rsid w:val="00D80890"/>
    <w:rsid w:val="00D80EC6"/>
    <w:rsid w:val="00D83428"/>
    <w:rsid w:val="00D8389F"/>
    <w:rsid w:val="00D83F1B"/>
    <w:rsid w:val="00D84030"/>
    <w:rsid w:val="00D84C7D"/>
    <w:rsid w:val="00D856EF"/>
    <w:rsid w:val="00D857E0"/>
    <w:rsid w:val="00D8590D"/>
    <w:rsid w:val="00D87780"/>
    <w:rsid w:val="00D90770"/>
    <w:rsid w:val="00D90CC6"/>
    <w:rsid w:val="00D92D41"/>
    <w:rsid w:val="00D939C2"/>
    <w:rsid w:val="00D940CF"/>
    <w:rsid w:val="00D942F1"/>
    <w:rsid w:val="00D95316"/>
    <w:rsid w:val="00D959C9"/>
    <w:rsid w:val="00D96940"/>
    <w:rsid w:val="00D97491"/>
    <w:rsid w:val="00D97C92"/>
    <w:rsid w:val="00DA0A5F"/>
    <w:rsid w:val="00DA13C4"/>
    <w:rsid w:val="00DA153A"/>
    <w:rsid w:val="00DA1B67"/>
    <w:rsid w:val="00DA26B1"/>
    <w:rsid w:val="00DA2EB2"/>
    <w:rsid w:val="00DA2F66"/>
    <w:rsid w:val="00DA3377"/>
    <w:rsid w:val="00DA3626"/>
    <w:rsid w:val="00DA4D9C"/>
    <w:rsid w:val="00DA685F"/>
    <w:rsid w:val="00DA6D52"/>
    <w:rsid w:val="00DA7B40"/>
    <w:rsid w:val="00DB0764"/>
    <w:rsid w:val="00DB084B"/>
    <w:rsid w:val="00DB0B26"/>
    <w:rsid w:val="00DB1B5E"/>
    <w:rsid w:val="00DB1E9B"/>
    <w:rsid w:val="00DB4FB9"/>
    <w:rsid w:val="00DB5188"/>
    <w:rsid w:val="00DB5727"/>
    <w:rsid w:val="00DB67DD"/>
    <w:rsid w:val="00DC0617"/>
    <w:rsid w:val="00DC146D"/>
    <w:rsid w:val="00DC3FEE"/>
    <w:rsid w:val="00DC5E48"/>
    <w:rsid w:val="00DC6362"/>
    <w:rsid w:val="00DD0C13"/>
    <w:rsid w:val="00DD4A65"/>
    <w:rsid w:val="00DD4ABE"/>
    <w:rsid w:val="00DD4DC4"/>
    <w:rsid w:val="00DD5A9F"/>
    <w:rsid w:val="00DD5D69"/>
    <w:rsid w:val="00DD6267"/>
    <w:rsid w:val="00DD7288"/>
    <w:rsid w:val="00DD78AC"/>
    <w:rsid w:val="00DD7A45"/>
    <w:rsid w:val="00DE1775"/>
    <w:rsid w:val="00DE2168"/>
    <w:rsid w:val="00DE2416"/>
    <w:rsid w:val="00DE2561"/>
    <w:rsid w:val="00DE2C5B"/>
    <w:rsid w:val="00DE2CD9"/>
    <w:rsid w:val="00DE4797"/>
    <w:rsid w:val="00DE4AC7"/>
    <w:rsid w:val="00DE5055"/>
    <w:rsid w:val="00DE5A42"/>
    <w:rsid w:val="00DE67A8"/>
    <w:rsid w:val="00DE7BC9"/>
    <w:rsid w:val="00DF0DED"/>
    <w:rsid w:val="00DF0F99"/>
    <w:rsid w:val="00DF1350"/>
    <w:rsid w:val="00DF18D9"/>
    <w:rsid w:val="00DF385D"/>
    <w:rsid w:val="00DF4179"/>
    <w:rsid w:val="00DF41F2"/>
    <w:rsid w:val="00DF5080"/>
    <w:rsid w:val="00DF5F3D"/>
    <w:rsid w:val="00DF5FBB"/>
    <w:rsid w:val="00DF64FA"/>
    <w:rsid w:val="00DF6667"/>
    <w:rsid w:val="00DF6732"/>
    <w:rsid w:val="00DF6A5F"/>
    <w:rsid w:val="00DF752E"/>
    <w:rsid w:val="00DF7626"/>
    <w:rsid w:val="00DF7DBE"/>
    <w:rsid w:val="00E0195E"/>
    <w:rsid w:val="00E020B1"/>
    <w:rsid w:val="00E021DE"/>
    <w:rsid w:val="00E02AB3"/>
    <w:rsid w:val="00E02BDB"/>
    <w:rsid w:val="00E02EE7"/>
    <w:rsid w:val="00E05B9F"/>
    <w:rsid w:val="00E073C0"/>
    <w:rsid w:val="00E1041C"/>
    <w:rsid w:val="00E10ED4"/>
    <w:rsid w:val="00E10FC4"/>
    <w:rsid w:val="00E1177E"/>
    <w:rsid w:val="00E11EA6"/>
    <w:rsid w:val="00E130C2"/>
    <w:rsid w:val="00E134D6"/>
    <w:rsid w:val="00E13A80"/>
    <w:rsid w:val="00E154D3"/>
    <w:rsid w:val="00E178AC"/>
    <w:rsid w:val="00E17E1F"/>
    <w:rsid w:val="00E17E46"/>
    <w:rsid w:val="00E22B9A"/>
    <w:rsid w:val="00E23053"/>
    <w:rsid w:val="00E23DD6"/>
    <w:rsid w:val="00E24122"/>
    <w:rsid w:val="00E24282"/>
    <w:rsid w:val="00E24D56"/>
    <w:rsid w:val="00E266E4"/>
    <w:rsid w:val="00E2774F"/>
    <w:rsid w:val="00E31F96"/>
    <w:rsid w:val="00E32A7D"/>
    <w:rsid w:val="00E33950"/>
    <w:rsid w:val="00E33AAD"/>
    <w:rsid w:val="00E349E5"/>
    <w:rsid w:val="00E34D23"/>
    <w:rsid w:val="00E36BF0"/>
    <w:rsid w:val="00E37F59"/>
    <w:rsid w:val="00E40446"/>
    <w:rsid w:val="00E4159E"/>
    <w:rsid w:val="00E41F26"/>
    <w:rsid w:val="00E43D32"/>
    <w:rsid w:val="00E44DA7"/>
    <w:rsid w:val="00E45707"/>
    <w:rsid w:val="00E45A7D"/>
    <w:rsid w:val="00E47124"/>
    <w:rsid w:val="00E4775E"/>
    <w:rsid w:val="00E50BFB"/>
    <w:rsid w:val="00E51E22"/>
    <w:rsid w:val="00E525B8"/>
    <w:rsid w:val="00E52E25"/>
    <w:rsid w:val="00E55C5B"/>
    <w:rsid w:val="00E5628D"/>
    <w:rsid w:val="00E56FE6"/>
    <w:rsid w:val="00E57096"/>
    <w:rsid w:val="00E57636"/>
    <w:rsid w:val="00E600F0"/>
    <w:rsid w:val="00E609B8"/>
    <w:rsid w:val="00E624BE"/>
    <w:rsid w:val="00E62CE1"/>
    <w:rsid w:val="00E63DD3"/>
    <w:rsid w:val="00E67273"/>
    <w:rsid w:val="00E67C98"/>
    <w:rsid w:val="00E67E7A"/>
    <w:rsid w:val="00E7074F"/>
    <w:rsid w:val="00E71D6C"/>
    <w:rsid w:val="00E71EDC"/>
    <w:rsid w:val="00E729DF"/>
    <w:rsid w:val="00E73411"/>
    <w:rsid w:val="00E742EB"/>
    <w:rsid w:val="00E759CD"/>
    <w:rsid w:val="00E75BE8"/>
    <w:rsid w:val="00E802B5"/>
    <w:rsid w:val="00E805AF"/>
    <w:rsid w:val="00E80828"/>
    <w:rsid w:val="00E80952"/>
    <w:rsid w:val="00E818FB"/>
    <w:rsid w:val="00E81D4A"/>
    <w:rsid w:val="00E82B2B"/>
    <w:rsid w:val="00E830E8"/>
    <w:rsid w:val="00E83C7C"/>
    <w:rsid w:val="00E86B0E"/>
    <w:rsid w:val="00E90A76"/>
    <w:rsid w:val="00E90F0B"/>
    <w:rsid w:val="00E9111C"/>
    <w:rsid w:val="00E917C4"/>
    <w:rsid w:val="00E9187D"/>
    <w:rsid w:val="00E919F1"/>
    <w:rsid w:val="00E930F9"/>
    <w:rsid w:val="00E93F5F"/>
    <w:rsid w:val="00E958D9"/>
    <w:rsid w:val="00E975FF"/>
    <w:rsid w:val="00E97C34"/>
    <w:rsid w:val="00EA00D8"/>
    <w:rsid w:val="00EA0354"/>
    <w:rsid w:val="00EA065D"/>
    <w:rsid w:val="00EA0924"/>
    <w:rsid w:val="00EA103F"/>
    <w:rsid w:val="00EA1921"/>
    <w:rsid w:val="00EA1952"/>
    <w:rsid w:val="00EA1970"/>
    <w:rsid w:val="00EA1AB1"/>
    <w:rsid w:val="00EA233A"/>
    <w:rsid w:val="00EA2852"/>
    <w:rsid w:val="00EA2AD2"/>
    <w:rsid w:val="00EA3297"/>
    <w:rsid w:val="00EA32D6"/>
    <w:rsid w:val="00EA3EAC"/>
    <w:rsid w:val="00EA42C9"/>
    <w:rsid w:val="00EA4729"/>
    <w:rsid w:val="00EA4734"/>
    <w:rsid w:val="00EA4D3A"/>
    <w:rsid w:val="00EA4E5F"/>
    <w:rsid w:val="00EA5E0C"/>
    <w:rsid w:val="00EA615B"/>
    <w:rsid w:val="00EA6C93"/>
    <w:rsid w:val="00EA7777"/>
    <w:rsid w:val="00EA7B01"/>
    <w:rsid w:val="00EB0CE3"/>
    <w:rsid w:val="00EB0DEA"/>
    <w:rsid w:val="00EB10D3"/>
    <w:rsid w:val="00EB17FE"/>
    <w:rsid w:val="00EB1864"/>
    <w:rsid w:val="00EB1F60"/>
    <w:rsid w:val="00EB1F65"/>
    <w:rsid w:val="00EB267F"/>
    <w:rsid w:val="00EB2A3B"/>
    <w:rsid w:val="00EB3F25"/>
    <w:rsid w:val="00EB4336"/>
    <w:rsid w:val="00EB6B86"/>
    <w:rsid w:val="00EB70B3"/>
    <w:rsid w:val="00EB7B11"/>
    <w:rsid w:val="00EC0547"/>
    <w:rsid w:val="00EC141D"/>
    <w:rsid w:val="00EC223A"/>
    <w:rsid w:val="00EC3331"/>
    <w:rsid w:val="00EC3828"/>
    <w:rsid w:val="00EC486C"/>
    <w:rsid w:val="00EC4AA9"/>
    <w:rsid w:val="00EC4E34"/>
    <w:rsid w:val="00EC51FD"/>
    <w:rsid w:val="00EC6569"/>
    <w:rsid w:val="00EC7007"/>
    <w:rsid w:val="00EC7B91"/>
    <w:rsid w:val="00EC7C01"/>
    <w:rsid w:val="00ED21A7"/>
    <w:rsid w:val="00ED24B3"/>
    <w:rsid w:val="00ED29C6"/>
    <w:rsid w:val="00ED42C4"/>
    <w:rsid w:val="00ED4507"/>
    <w:rsid w:val="00ED4816"/>
    <w:rsid w:val="00ED6FBC"/>
    <w:rsid w:val="00ED762C"/>
    <w:rsid w:val="00ED7ADE"/>
    <w:rsid w:val="00EE0AE8"/>
    <w:rsid w:val="00EE1350"/>
    <w:rsid w:val="00EE1757"/>
    <w:rsid w:val="00EE230B"/>
    <w:rsid w:val="00EE29CA"/>
    <w:rsid w:val="00EE2C44"/>
    <w:rsid w:val="00EE2CE1"/>
    <w:rsid w:val="00EE311E"/>
    <w:rsid w:val="00EE3199"/>
    <w:rsid w:val="00EE3B32"/>
    <w:rsid w:val="00EE4FB0"/>
    <w:rsid w:val="00EE51F5"/>
    <w:rsid w:val="00EE5665"/>
    <w:rsid w:val="00EE6E93"/>
    <w:rsid w:val="00EE7703"/>
    <w:rsid w:val="00EE7CC7"/>
    <w:rsid w:val="00EF1B68"/>
    <w:rsid w:val="00EF21F8"/>
    <w:rsid w:val="00EF2828"/>
    <w:rsid w:val="00EF2A53"/>
    <w:rsid w:val="00EF57C3"/>
    <w:rsid w:val="00EF5CC5"/>
    <w:rsid w:val="00EF5D9E"/>
    <w:rsid w:val="00EF6979"/>
    <w:rsid w:val="00EF7BC9"/>
    <w:rsid w:val="00F00330"/>
    <w:rsid w:val="00F0127E"/>
    <w:rsid w:val="00F01A0E"/>
    <w:rsid w:val="00F01ACF"/>
    <w:rsid w:val="00F01B9D"/>
    <w:rsid w:val="00F0368F"/>
    <w:rsid w:val="00F039FD"/>
    <w:rsid w:val="00F03B8B"/>
    <w:rsid w:val="00F059FD"/>
    <w:rsid w:val="00F065F6"/>
    <w:rsid w:val="00F067A0"/>
    <w:rsid w:val="00F06C4B"/>
    <w:rsid w:val="00F06D02"/>
    <w:rsid w:val="00F071FE"/>
    <w:rsid w:val="00F075E1"/>
    <w:rsid w:val="00F10550"/>
    <w:rsid w:val="00F106E5"/>
    <w:rsid w:val="00F1093D"/>
    <w:rsid w:val="00F10B34"/>
    <w:rsid w:val="00F10FB1"/>
    <w:rsid w:val="00F11537"/>
    <w:rsid w:val="00F1296F"/>
    <w:rsid w:val="00F13AA9"/>
    <w:rsid w:val="00F1472F"/>
    <w:rsid w:val="00F1496F"/>
    <w:rsid w:val="00F14E8A"/>
    <w:rsid w:val="00F173DB"/>
    <w:rsid w:val="00F174E0"/>
    <w:rsid w:val="00F20868"/>
    <w:rsid w:val="00F20EA4"/>
    <w:rsid w:val="00F22162"/>
    <w:rsid w:val="00F2227E"/>
    <w:rsid w:val="00F22FCE"/>
    <w:rsid w:val="00F237F4"/>
    <w:rsid w:val="00F24B1E"/>
    <w:rsid w:val="00F2530C"/>
    <w:rsid w:val="00F25747"/>
    <w:rsid w:val="00F25E47"/>
    <w:rsid w:val="00F26620"/>
    <w:rsid w:val="00F26887"/>
    <w:rsid w:val="00F270A7"/>
    <w:rsid w:val="00F27278"/>
    <w:rsid w:val="00F27CD1"/>
    <w:rsid w:val="00F30E13"/>
    <w:rsid w:val="00F311D0"/>
    <w:rsid w:val="00F31486"/>
    <w:rsid w:val="00F35A4B"/>
    <w:rsid w:val="00F36A07"/>
    <w:rsid w:val="00F37E7B"/>
    <w:rsid w:val="00F37E7D"/>
    <w:rsid w:val="00F403C2"/>
    <w:rsid w:val="00F40B5B"/>
    <w:rsid w:val="00F40CE2"/>
    <w:rsid w:val="00F412FC"/>
    <w:rsid w:val="00F4147E"/>
    <w:rsid w:val="00F4205B"/>
    <w:rsid w:val="00F421F7"/>
    <w:rsid w:val="00F42973"/>
    <w:rsid w:val="00F436FD"/>
    <w:rsid w:val="00F43BD0"/>
    <w:rsid w:val="00F43F11"/>
    <w:rsid w:val="00F4441A"/>
    <w:rsid w:val="00F44E66"/>
    <w:rsid w:val="00F45E4E"/>
    <w:rsid w:val="00F460A0"/>
    <w:rsid w:val="00F46BBF"/>
    <w:rsid w:val="00F47085"/>
    <w:rsid w:val="00F506F2"/>
    <w:rsid w:val="00F54C70"/>
    <w:rsid w:val="00F555DF"/>
    <w:rsid w:val="00F56352"/>
    <w:rsid w:val="00F56C8D"/>
    <w:rsid w:val="00F56D5E"/>
    <w:rsid w:val="00F60474"/>
    <w:rsid w:val="00F605B7"/>
    <w:rsid w:val="00F64483"/>
    <w:rsid w:val="00F64911"/>
    <w:rsid w:val="00F64A98"/>
    <w:rsid w:val="00F65BCD"/>
    <w:rsid w:val="00F70806"/>
    <w:rsid w:val="00F71393"/>
    <w:rsid w:val="00F72745"/>
    <w:rsid w:val="00F752B1"/>
    <w:rsid w:val="00F76616"/>
    <w:rsid w:val="00F76CD7"/>
    <w:rsid w:val="00F77453"/>
    <w:rsid w:val="00F77D72"/>
    <w:rsid w:val="00F804B5"/>
    <w:rsid w:val="00F80533"/>
    <w:rsid w:val="00F809C9"/>
    <w:rsid w:val="00F83297"/>
    <w:rsid w:val="00F84665"/>
    <w:rsid w:val="00F85C5A"/>
    <w:rsid w:val="00F85FBC"/>
    <w:rsid w:val="00F877E6"/>
    <w:rsid w:val="00F90BED"/>
    <w:rsid w:val="00F9175E"/>
    <w:rsid w:val="00F91F2B"/>
    <w:rsid w:val="00F92541"/>
    <w:rsid w:val="00F92783"/>
    <w:rsid w:val="00F94225"/>
    <w:rsid w:val="00F946F2"/>
    <w:rsid w:val="00F94D5F"/>
    <w:rsid w:val="00F95168"/>
    <w:rsid w:val="00F9539A"/>
    <w:rsid w:val="00F95F62"/>
    <w:rsid w:val="00F96752"/>
    <w:rsid w:val="00F968AD"/>
    <w:rsid w:val="00FA1220"/>
    <w:rsid w:val="00FA14E6"/>
    <w:rsid w:val="00FA171C"/>
    <w:rsid w:val="00FA288B"/>
    <w:rsid w:val="00FA2899"/>
    <w:rsid w:val="00FA2F05"/>
    <w:rsid w:val="00FA3EB3"/>
    <w:rsid w:val="00FA5C5D"/>
    <w:rsid w:val="00FA61A5"/>
    <w:rsid w:val="00FA69B9"/>
    <w:rsid w:val="00FA7B5F"/>
    <w:rsid w:val="00FB1032"/>
    <w:rsid w:val="00FB1F80"/>
    <w:rsid w:val="00FB237F"/>
    <w:rsid w:val="00FB2E95"/>
    <w:rsid w:val="00FB30DC"/>
    <w:rsid w:val="00FB392C"/>
    <w:rsid w:val="00FB404E"/>
    <w:rsid w:val="00FB4A47"/>
    <w:rsid w:val="00FB6284"/>
    <w:rsid w:val="00FB62BA"/>
    <w:rsid w:val="00FB66E3"/>
    <w:rsid w:val="00FB6B08"/>
    <w:rsid w:val="00FC1202"/>
    <w:rsid w:val="00FC1641"/>
    <w:rsid w:val="00FC4EAB"/>
    <w:rsid w:val="00FC57A8"/>
    <w:rsid w:val="00FC622E"/>
    <w:rsid w:val="00FC69DA"/>
    <w:rsid w:val="00FC71DA"/>
    <w:rsid w:val="00FC7F1F"/>
    <w:rsid w:val="00FD4516"/>
    <w:rsid w:val="00FD4961"/>
    <w:rsid w:val="00FD4BD0"/>
    <w:rsid w:val="00FD4C25"/>
    <w:rsid w:val="00FD50F5"/>
    <w:rsid w:val="00FD5FB4"/>
    <w:rsid w:val="00FD7278"/>
    <w:rsid w:val="00FE0237"/>
    <w:rsid w:val="00FE054B"/>
    <w:rsid w:val="00FE283A"/>
    <w:rsid w:val="00FE2FDB"/>
    <w:rsid w:val="00FE3203"/>
    <w:rsid w:val="00FE4B9E"/>
    <w:rsid w:val="00FE5077"/>
    <w:rsid w:val="00FE5994"/>
    <w:rsid w:val="00FE6119"/>
    <w:rsid w:val="00FE6987"/>
    <w:rsid w:val="00FF085C"/>
    <w:rsid w:val="00FF0EEC"/>
    <w:rsid w:val="00FF14C0"/>
    <w:rsid w:val="00FF1FA8"/>
    <w:rsid w:val="00FF20FB"/>
    <w:rsid w:val="00FF219D"/>
    <w:rsid w:val="00FF33F7"/>
    <w:rsid w:val="00FF41D0"/>
    <w:rsid w:val="00FF478E"/>
    <w:rsid w:val="00FF60AF"/>
    <w:rsid w:val="00FF64BF"/>
    <w:rsid w:val="00FF6D7D"/>
    <w:rsid w:val="00FF74A3"/>
    <w:rsid w:val="01A13CAE"/>
    <w:rsid w:val="05D211F3"/>
    <w:rsid w:val="09C24CD6"/>
    <w:rsid w:val="0B3D6898"/>
    <w:rsid w:val="0FE12847"/>
    <w:rsid w:val="1254BED0"/>
    <w:rsid w:val="19F9D39C"/>
    <w:rsid w:val="1A32D1A1"/>
    <w:rsid w:val="22C7D6FE"/>
    <w:rsid w:val="245C8AFD"/>
    <w:rsid w:val="270EAF0C"/>
    <w:rsid w:val="2D730D64"/>
    <w:rsid w:val="399234C2"/>
    <w:rsid w:val="3A69009A"/>
    <w:rsid w:val="43A6A9CE"/>
    <w:rsid w:val="4E5E53BF"/>
    <w:rsid w:val="4E767887"/>
    <w:rsid w:val="4F166B5A"/>
    <w:rsid w:val="5190FF3E"/>
    <w:rsid w:val="54D8AB35"/>
    <w:rsid w:val="5616013D"/>
    <w:rsid w:val="57E26700"/>
    <w:rsid w:val="63AE3164"/>
    <w:rsid w:val="64347F14"/>
    <w:rsid w:val="65E8C1C2"/>
    <w:rsid w:val="67900056"/>
    <w:rsid w:val="7001F349"/>
    <w:rsid w:val="702F6B9D"/>
    <w:rsid w:val="728DC113"/>
    <w:rsid w:val="74168D98"/>
    <w:rsid w:val="76D706FE"/>
    <w:rsid w:val="771C6E18"/>
    <w:rsid w:val="77310A9B"/>
    <w:rsid w:val="7CCFC747"/>
    <w:rsid w:val="7CE47F34"/>
    <w:rsid w:val="7D707FB3"/>
    <w:rsid w:val="7F531BBE"/>
    <w:rsid w:val="7FB1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7AE031"/>
  <w15:docId w15:val="{F79160A7-CEE4-482F-B31E-B6FC76F7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7090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3C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C4218"/>
    <w:pPr>
      <w:keepNext/>
      <w:keepLines/>
      <w:widowControl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605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C677F"/>
    <w:pPr>
      <w:keepNext/>
      <w:tabs>
        <w:tab w:val="left" w:pos="8647"/>
      </w:tabs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4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A00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0D8"/>
  </w:style>
  <w:style w:type="paragraph" w:styleId="Pidipagina">
    <w:name w:val="footer"/>
    <w:basedOn w:val="Normale"/>
    <w:link w:val="PidipaginaCarattere"/>
    <w:uiPriority w:val="99"/>
    <w:unhideWhenUsed/>
    <w:rsid w:val="00EA00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0D8"/>
  </w:style>
  <w:style w:type="paragraph" w:styleId="NormaleWeb">
    <w:name w:val="Normal (Web)"/>
    <w:basedOn w:val="Normale"/>
    <w:uiPriority w:val="99"/>
    <w:semiHidden/>
    <w:unhideWhenUsed/>
    <w:rsid w:val="00EA00D8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0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A00D8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unhideWhenUsed/>
    <w:rsid w:val="0065159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BA3B0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BA3B01"/>
    <w:rPr>
      <w:lang w:eastAsia="en-US"/>
    </w:rPr>
  </w:style>
  <w:style w:type="character" w:styleId="Rimandonotaapidipagina">
    <w:name w:val="footnote reference"/>
    <w:unhideWhenUsed/>
    <w:rsid w:val="00BA3B01"/>
    <w:rPr>
      <w:vertAlign w:val="superscript"/>
    </w:rPr>
  </w:style>
  <w:style w:type="paragraph" w:styleId="Nessunaspaziatura">
    <w:name w:val="No Spacing"/>
    <w:uiPriority w:val="1"/>
    <w:qFormat/>
    <w:rsid w:val="005C4AE7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001F6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1F6E"/>
    <w:rPr>
      <w:rFonts w:ascii="Times New Roman" w:eastAsia="Times New Roman" w:hAnsi="Times New Roman"/>
      <w:sz w:val="24"/>
    </w:rPr>
  </w:style>
  <w:style w:type="paragraph" w:customStyle="1" w:styleId="1PARAGRAFORIENTRATO">
    <w:name w:val="1°PARAGRAFO RIENTRATO"/>
    <w:basedOn w:val="Normale"/>
    <w:rsid w:val="00001F6E"/>
    <w:pPr>
      <w:spacing w:after="240" w:line="240" w:lineRule="auto"/>
      <w:ind w:left="170" w:hanging="170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aliases w:val="Elenco puntato"/>
    <w:basedOn w:val="Normale"/>
    <w:link w:val="ParagrafoelencoCarattere"/>
    <w:uiPriority w:val="34"/>
    <w:qFormat/>
    <w:rsid w:val="00001F6E"/>
    <w:pPr>
      <w:ind w:left="720"/>
      <w:contextualSpacing/>
    </w:pPr>
  </w:style>
  <w:style w:type="paragraph" w:customStyle="1" w:styleId="provvr0">
    <w:name w:val="provv_r0"/>
    <w:basedOn w:val="Normale"/>
    <w:rsid w:val="00001F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001F6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001F6E"/>
    <w:rPr>
      <w:sz w:val="16"/>
      <w:szCs w:val="16"/>
      <w:lang w:eastAsia="en-US"/>
    </w:rPr>
  </w:style>
  <w:style w:type="paragraph" w:customStyle="1" w:styleId="Default">
    <w:name w:val="Default"/>
    <w:rsid w:val="00733102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table" w:customStyle="1" w:styleId="Grigliatabella2">
    <w:name w:val="Griglia tabella2"/>
    <w:basedOn w:val="Tabellanormale"/>
    <w:next w:val="Grigliatabella"/>
    <w:rsid w:val="00B0326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rsid w:val="00B0326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Sottoparagrafo1">
    <w:name w:val="Stile Sottoparagrafo 1"/>
    <w:basedOn w:val="Normale"/>
    <w:link w:val="StileSottoparagrafo1Carattere"/>
    <w:qFormat/>
    <w:rsid w:val="00087EA5"/>
    <w:pPr>
      <w:pBdr>
        <w:bottom w:val="dotted" w:sz="4" w:space="1" w:color="auto"/>
      </w:pBdr>
      <w:spacing w:line="252" w:lineRule="auto"/>
    </w:pPr>
    <w:rPr>
      <w:rFonts w:asciiTheme="majorHAnsi" w:eastAsiaTheme="majorEastAsia" w:hAnsiTheme="majorHAnsi" w:cstheme="majorBidi"/>
      <w:smallCaps/>
      <w:color w:val="215868" w:themeColor="accent5" w:themeShade="80"/>
      <w:sz w:val="24"/>
      <w:szCs w:val="24"/>
      <w:lang w:bidi="en-US"/>
    </w:rPr>
  </w:style>
  <w:style w:type="character" w:customStyle="1" w:styleId="StileSottoparagrafo1Carattere">
    <w:name w:val="Stile Sottoparagrafo 1 Carattere"/>
    <w:basedOn w:val="Carpredefinitoparagrafo"/>
    <w:link w:val="StileSottoparagrafo1"/>
    <w:rsid w:val="00087EA5"/>
    <w:rPr>
      <w:rFonts w:asciiTheme="majorHAnsi" w:eastAsiaTheme="majorEastAsia" w:hAnsiTheme="majorHAnsi" w:cstheme="majorBidi"/>
      <w:smallCaps/>
      <w:color w:val="215868" w:themeColor="accent5" w:themeShade="80"/>
      <w:sz w:val="24"/>
      <w:szCs w:val="24"/>
      <w:lang w:eastAsia="en-US" w:bidi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C677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C677F"/>
    <w:rPr>
      <w:sz w:val="22"/>
      <w:szCs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C677F"/>
    <w:rPr>
      <w:rFonts w:ascii="Times New Roman" w:eastAsia="Times New Roman" w:hAnsi="Times New Roman"/>
      <w:b/>
      <w:sz w:val="24"/>
    </w:rPr>
  </w:style>
  <w:style w:type="paragraph" w:styleId="Titolo">
    <w:name w:val="Title"/>
    <w:basedOn w:val="Normale"/>
    <w:link w:val="TitoloCarattere"/>
    <w:qFormat/>
    <w:rsid w:val="007C677F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7C677F"/>
    <w:rPr>
      <w:rFonts w:ascii="Times New Roman" w:eastAsia="Times New Roman" w:hAnsi="Times New Roman"/>
      <w:b/>
    </w:rPr>
  </w:style>
  <w:style w:type="paragraph" w:customStyle="1" w:styleId="TESTOsenzaRIENTRO">
    <w:name w:val="TESTO senza RIENTRO"/>
    <w:basedOn w:val="Normale"/>
    <w:rsid w:val="007C677F"/>
    <w:pPr>
      <w:spacing w:after="24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customStyle="1" w:styleId="s1">
    <w:name w:val="s1"/>
    <w:basedOn w:val="Carpredefinitoparagrafo"/>
    <w:rsid w:val="005C3FD7"/>
  </w:style>
  <w:style w:type="character" w:customStyle="1" w:styleId="Titolo1Carattere">
    <w:name w:val="Titolo 1 Carattere"/>
    <w:basedOn w:val="Carpredefinitoparagrafo"/>
    <w:link w:val="Titolo1"/>
    <w:uiPriority w:val="1"/>
    <w:rsid w:val="00453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42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C4218"/>
    <w:pPr>
      <w:widowControl w:val="0"/>
    </w:pPr>
    <w:rPr>
      <w:rFonts w:eastAsiaTheme="minorHAnsi" w:cs="Arial"/>
      <w:sz w:val="24"/>
      <w:szCs w:val="24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C4218"/>
    <w:pPr>
      <w:widowControl w:val="0"/>
      <w:spacing w:after="0" w:line="240" w:lineRule="auto"/>
    </w:pPr>
    <w:rPr>
      <w:rFonts w:eastAsiaTheme="minorHAnsi" w:cs="Arial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876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761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761E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76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761E"/>
    <w:rPr>
      <w:b/>
      <w:bCs/>
      <w:lang w:eastAsia="en-US"/>
    </w:rPr>
  </w:style>
  <w:style w:type="character" w:customStyle="1" w:styleId="ParagrafoelencoCarattere">
    <w:name w:val="Paragrafo elenco Carattere"/>
    <w:aliases w:val="Elenco puntato Carattere"/>
    <w:link w:val="Paragrafoelenco"/>
    <w:uiPriority w:val="34"/>
    <w:qFormat/>
    <w:rsid w:val="00440703"/>
    <w:rPr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9175E"/>
    <w:rPr>
      <w:color w:val="800080" w:themeColor="followedHyperlink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84CEE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84CEE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84CEE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9051C1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56317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6F6F6A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5680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62E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62E6B"/>
    <w:rPr>
      <w:rFonts w:ascii="Courier New" w:eastAsia="Times New Roman" w:hAnsi="Courier New" w:cs="Courier New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60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46221B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46221B"/>
    <w:rPr>
      <w:rFonts w:ascii="Times New Roman" w:eastAsia="Times New Roman" w:hAnsi="Times New Roman"/>
      <w:i/>
      <w:iCs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4D11C9"/>
    <w:rPr>
      <w:i/>
      <w:iCs/>
    </w:rPr>
  </w:style>
  <w:style w:type="paragraph" w:styleId="Revisione">
    <w:name w:val="Revision"/>
    <w:hidden/>
    <w:uiPriority w:val="99"/>
    <w:semiHidden/>
    <w:rsid w:val="00240C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reasciencepark.it/privacy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tocollo@pec.areasciencepark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oppo\AppData\Local\Microsoft\Windows\Temporary%20Internet%20Files\Content.Outlook\U1JDXNWF\Modello%20Disposi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9047A37B006C44A70518BAE1D24AA3" ma:contentTypeVersion="4" ma:contentTypeDescription="Creare un nuovo documento." ma:contentTypeScope="" ma:versionID="ee540af6751864b39f04be86cd40fa3b">
  <xsd:schema xmlns:xsd="http://www.w3.org/2001/XMLSchema" xmlns:xs="http://www.w3.org/2001/XMLSchema" xmlns:p="http://schemas.microsoft.com/office/2006/metadata/properties" xmlns:ns2="c257aa42-f1c5-4a82-bf4d-59d5b6a2ba9a" targetNamespace="http://schemas.microsoft.com/office/2006/metadata/properties" ma:root="true" ma:fieldsID="2762e7db5a13bfa23e0b044d7cc367f6" ns2:_="">
    <xsd:import namespace="c257aa42-f1c5-4a82-bf4d-59d5b6a2b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7aa42-f1c5-4a82-bf4d-59d5b6a2ba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123883-E329-44EF-8BFA-4BF3070F82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762934-E7ED-426C-8D46-FF345FA13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790BB-3B09-4788-B56B-223643DC5A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AC396D-4BC2-4763-9D1B-A5FCD0A0D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57aa42-f1c5-4a82-bf4d-59d5b6a2ba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Disposizione.dotx</Template>
  <TotalTime>1</TotalTime>
  <Pages>3</Pages>
  <Words>713</Words>
  <Characters>4069</Characters>
  <Application>Microsoft Office Word</Application>
  <DocSecurity>0</DocSecurity>
  <Lines>33</Lines>
  <Paragraphs>9</Paragraphs>
  <ScaleCrop>false</ScaleCrop>
  <Company>AREA Science Park</Company>
  <LinksUpToDate>false</LinksUpToDate>
  <CharactersWithSpaces>4773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Croppo Fides</dc:creator>
  <cp:lastModifiedBy>Fiore Francesca</cp:lastModifiedBy>
  <cp:revision>8</cp:revision>
  <cp:lastPrinted>2021-06-01T11:32:00Z</cp:lastPrinted>
  <dcterms:created xsi:type="dcterms:W3CDTF">2024-12-12T10:18:00Z</dcterms:created>
  <dcterms:modified xsi:type="dcterms:W3CDTF">2025-01-27T08:36:00Z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0x010100D39047A37B006C44A70518BAE1D24AA3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